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1D567" w14:textId="77777777" w:rsidR="00962798" w:rsidRDefault="00962798" w:rsidP="00CE3D59"/>
    <w:p w14:paraId="0B959889" w14:textId="77777777" w:rsidR="00BA0B09" w:rsidRDefault="00BA0B09" w:rsidP="00FD0474">
      <w:pPr>
        <w:rPr>
          <w:rFonts w:ascii="Times New Roman" w:hAnsi="Times New Roman" w:cs="Times New Roman"/>
          <w:lang w:val="et-EE"/>
        </w:rPr>
      </w:pPr>
    </w:p>
    <w:p w14:paraId="15748732" w14:textId="552F1DC3" w:rsidR="00505BDE" w:rsidRDefault="0010152F" w:rsidP="00FD0474">
      <w:pPr>
        <w:rPr>
          <w:rFonts w:ascii="Times New Roman" w:hAnsi="Times New Roman" w:cs="Times New Roman"/>
          <w:lang w:val="et-EE"/>
        </w:rPr>
      </w:pPr>
      <w:r>
        <w:rPr>
          <w:rFonts w:ascii="Times New Roman" w:hAnsi="Times New Roman" w:cs="Times New Roman"/>
          <w:lang w:val="et-EE"/>
        </w:rPr>
        <w:t>Riigimetsa Majandamise Keskus</w:t>
      </w:r>
      <w:r w:rsidR="005201E3">
        <w:rPr>
          <w:rFonts w:ascii="Times New Roman" w:hAnsi="Times New Roman" w:cs="Times New Roman"/>
          <w:lang w:val="et-EE"/>
        </w:rPr>
        <w:tab/>
      </w:r>
      <w:r w:rsidR="005201E3">
        <w:rPr>
          <w:rFonts w:ascii="Times New Roman" w:hAnsi="Times New Roman" w:cs="Times New Roman"/>
          <w:lang w:val="et-EE"/>
        </w:rPr>
        <w:tab/>
      </w:r>
      <w:r w:rsidR="005201E3">
        <w:rPr>
          <w:rFonts w:ascii="Times New Roman" w:hAnsi="Times New Roman" w:cs="Times New Roman"/>
          <w:lang w:val="et-EE"/>
        </w:rPr>
        <w:tab/>
      </w:r>
      <w:r w:rsidR="005201E3">
        <w:rPr>
          <w:rFonts w:ascii="Times New Roman" w:hAnsi="Times New Roman" w:cs="Times New Roman"/>
          <w:lang w:val="et-EE"/>
        </w:rPr>
        <w:tab/>
      </w:r>
      <w:r w:rsidR="005201E3">
        <w:rPr>
          <w:rFonts w:ascii="Times New Roman" w:hAnsi="Times New Roman" w:cs="Times New Roman"/>
          <w:lang w:val="et-EE"/>
        </w:rPr>
        <w:tab/>
        <w:t xml:space="preserve">Teie: </w:t>
      </w:r>
    </w:p>
    <w:p w14:paraId="3273342D" w14:textId="6B7654A1" w:rsidR="00FD0474" w:rsidRDefault="00450776" w:rsidP="00FD0474">
      <w:pPr>
        <w:rPr>
          <w:rFonts w:ascii="Times New Roman" w:hAnsi="Times New Roman" w:cs="Times New Roman"/>
          <w:lang w:val="et-EE"/>
        </w:rPr>
      </w:pPr>
      <w:r>
        <w:rPr>
          <w:rFonts w:ascii="Times New Roman" w:hAnsi="Times New Roman" w:cs="Times New Roman"/>
          <w:lang w:val="et-EE"/>
        </w:rPr>
        <w:t>rmk@rmk.ee</w:t>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F04BDF">
        <w:rPr>
          <w:rFonts w:ascii="Times New Roman" w:hAnsi="Times New Roman" w:cs="Times New Roman"/>
          <w:lang w:val="et-EE"/>
        </w:rPr>
        <w:tab/>
      </w:r>
      <w:r w:rsidR="0010152F">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sidR="00FD0474">
        <w:rPr>
          <w:rFonts w:ascii="Times New Roman" w:hAnsi="Times New Roman" w:cs="Times New Roman"/>
          <w:lang w:val="et-EE"/>
        </w:rPr>
        <w:t>Meie</w:t>
      </w:r>
      <w:r w:rsidR="005201E3">
        <w:rPr>
          <w:rFonts w:ascii="Times New Roman" w:hAnsi="Times New Roman" w:cs="Times New Roman"/>
          <w:lang w:val="et-EE"/>
        </w:rPr>
        <w:t xml:space="preserve">: </w:t>
      </w:r>
      <w:r>
        <w:rPr>
          <w:rFonts w:ascii="Times New Roman" w:hAnsi="Times New Roman" w:cs="Times New Roman"/>
          <w:lang w:val="et-EE"/>
        </w:rPr>
        <w:t>20</w:t>
      </w:r>
      <w:r w:rsidR="00FD0474">
        <w:rPr>
          <w:rFonts w:ascii="Times New Roman" w:hAnsi="Times New Roman" w:cs="Times New Roman"/>
          <w:lang w:val="et-EE"/>
        </w:rPr>
        <w:t>.</w:t>
      </w:r>
      <w:r w:rsidR="005F0C82">
        <w:rPr>
          <w:rFonts w:ascii="Times New Roman" w:hAnsi="Times New Roman" w:cs="Times New Roman"/>
          <w:lang w:val="et-EE"/>
        </w:rPr>
        <w:t>03</w:t>
      </w:r>
      <w:r w:rsidR="00FD0474">
        <w:rPr>
          <w:rFonts w:ascii="Times New Roman" w:hAnsi="Times New Roman" w:cs="Times New Roman"/>
          <w:lang w:val="et-EE"/>
        </w:rPr>
        <w:t>.202</w:t>
      </w:r>
      <w:r w:rsidR="005F0C82">
        <w:rPr>
          <w:rFonts w:ascii="Times New Roman" w:hAnsi="Times New Roman" w:cs="Times New Roman"/>
          <w:lang w:val="et-EE"/>
        </w:rPr>
        <w:t>5</w:t>
      </w:r>
      <w:r w:rsidR="00FD0474">
        <w:rPr>
          <w:rFonts w:ascii="Times New Roman" w:hAnsi="Times New Roman" w:cs="Times New Roman"/>
          <w:lang w:val="et-EE"/>
        </w:rPr>
        <w:t xml:space="preserve"> nr 5-8/</w:t>
      </w:r>
      <w:r w:rsidR="00054383">
        <w:rPr>
          <w:rFonts w:ascii="Times New Roman" w:hAnsi="Times New Roman" w:cs="Times New Roman"/>
          <w:lang w:val="et-EE"/>
        </w:rPr>
        <w:t>117</w:t>
      </w:r>
      <w:r w:rsidR="00F8258F">
        <w:rPr>
          <w:rFonts w:ascii="Times New Roman" w:hAnsi="Times New Roman" w:cs="Times New Roman"/>
          <w:lang w:val="et-EE"/>
        </w:rPr>
        <w:t>-</w:t>
      </w:r>
      <w:r w:rsidR="005B2CF7">
        <w:rPr>
          <w:rFonts w:ascii="Times New Roman" w:hAnsi="Times New Roman" w:cs="Times New Roman"/>
          <w:lang w:val="et-EE"/>
        </w:rPr>
        <w:t>1</w:t>
      </w:r>
    </w:p>
    <w:p w14:paraId="08A55FDE" w14:textId="77777777" w:rsidR="00693BC6" w:rsidRDefault="00693BC6" w:rsidP="00FD0474">
      <w:pPr>
        <w:rPr>
          <w:rFonts w:ascii="Times New Roman" w:hAnsi="Times New Roman" w:cs="Times New Roman"/>
          <w:lang w:val="et-EE"/>
        </w:rPr>
      </w:pPr>
    </w:p>
    <w:p w14:paraId="4B5B7FFF" w14:textId="77777777" w:rsidR="001268C1" w:rsidRDefault="001268C1" w:rsidP="00FD0474">
      <w:pPr>
        <w:rPr>
          <w:rFonts w:ascii="Times New Roman" w:hAnsi="Times New Roman" w:cs="Times New Roman"/>
          <w:lang w:val="et-EE"/>
        </w:rPr>
      </w:pPr>
    </w:p>
    <w:p w14:paraId="104A23E5" w14:textId="77777777" w:rsidR="00690787" w:rsidRDefault="00690787" w:rsidP="0014110E">
      <w:pPr>
        <w:rPr>
          <w:rFonts w:ascii="Times New Roman" w:hAnsi="Times New Roman" w:cs="Times New Roman"/>
          <w:b/>
          <w:lang w:val="et-EE"/>
        </w:rPr>
      </w:pPr>
    </w:p>
    <w:p w14:paraId="25D12F46" w14:textId="77777777" w:rsidR="007C4FFA" w:rsidRPr="007C4FFA" w:rsidRDefault="007C4FFA" w:rsidP="007C4FFA">
      <w:pPr>
        <w:rPr>
          <w:rFonts w:ascii="Times New Roman" w:hAnsi="Times New Roman" w:cs="Times New Roman"/>
          <w:b/>
          <w:lang w:val="et-EE"/>
        </w:rPr>
      </w:pPr>
      <w:r w:rsidRPr="007C4FFA">
        <w:rPr>
          <w:rFonts w:ascii="Times New Roman" w:hAnsi="Times New Roman" w:cs="Times New Roman"/>
          <w:b/>
          <w:lang w:val="et-EE"/>
        </w:rPr>
        <w:t>Avalikes huvides vajaliku vee- ja kanalisatsioonitorustiku rajamiseks</w:t>
      </w:r>
    </w:p>
    <w:p w14:paraId="650F63D3" w14:textId="77777777" w:rsidR="007C4FFA" w:rsidRPr="007C4FFA" w:rsidRDefault="007C4FFA" w:rsidP="007C4FFA">
      <w:pPr>
        <w:rPr>
          <w:rFonts w:ascii="Times New Roman" w:hAnsi="Times New Roman" w:cs="Times New Roman"/>
          <w:b/>
          <w:lang w:val="et-EE"/>
        </w:rPr>
      </w:pPr>
      <w:r w:rsidRPr="007C4FFA">
        <w:rPr>
          <w:rFonts w:ascii="Times New Roman" w:hAnsi="Times New Roman" w:cs="Times New Roman"/>
          <w:b/>
          <w:lang w:val="et-EE"/>
        </w:rPr>
        <w:t>sundvalduse seadmise algatamine AS Emajõe Veevärk kasuks</w:t>
      </w:r>
    </w:p>
    <w:p w14:paraId="18E80068" w14:textId="7D5AAF59" w:rsidR="00693BC6" w:rsidRDefault="007C4FFA" w:rsidP="0014110E">
      <w:pPr>
        <w:rPr>
          <w:rFonts w:ascii="Times New Roman" w:hAnsi="Times New Roman" w:cs="Times New Roman"/>
          <w:b/>
          <w:lang w:val="et-EE"/>
        </w:rPr>
      </w:pPr>
      <w:r w:rsidRPr="007C4FFA">
        <w:rPr>
          <w:rFonts w:ascii="Times New Roman" w:hAnsi="Times New Roman" w:cs="Times New Roman"/>
          <w:b/>
          <w:lang w:val="et-EE"/>
        </w:rPr>
        <w:t>(</w:t>
      </w:r>
      <w:r w:rsidR="00AD7F26">
        <w:rPr>
          <w:rFonts w:ascii="Times New Roman" w:hAnsi="Times New Roman" w:cs="Times New Roman"/>
          <w:b/>
          <w:lang w:val="et-EE"/>
        </w:rPr>
        <w:t>ÜVK Kuru, Kauksi küla</w:t>
      </w:r>
      <w:r w:rsidRPr="007C4FFA">
        <w:rPr>
          <w:rFonts w:ascii="Times New Roman" w:hAnsi="Times New Roman" w:cs="Times New Roman"/>
          <w:b/>
          <w:lang w:val="et-EE"/>
        </w:rPr>
        <w:t>)</w:t>
      </w:r>
    </w:p>
    <w:p w14:paraId="176462CF" w14:textId="77777777" w:rsidR="00693BC6" w:rsidRPr="00EE3A6B" w:rsidRDefault="00693BC6" w:rsidP="0014110E">
      <w:pPr>
        <w:rPr>
          <w:rFonts w:ascii="Times New Roman" w:hAnsi="Times New Roman" w:cs="Times New Roman"/>
          <w:lang w:val="et-EE"/>
        </w:rPr>
      </w:pPr>
    </w:p>
    <w:p w14:paraId="012F6E8D" w14:textId="77777777" w:rsidR="0014110E" w:rsidRPr="0014110E" w:rsidRDefault="0014110E" w:rsidP="0014110E">
      <w:pPr>
        <w:jc w:val="both"/>
        <w:rPr>
          <w:rFonts w:ascii="Times New Roman" w:hAnsi="Times New Roman" w:cs="Times New Roman"/>
          <w:lang w:val="et-EE"/>
        </w:rPr>
      </w:pPr>
    </w:p>
    <w:p w14:paraId="06C704CB" w14:textId="77777777" w:rsidR="00290A62" w:rsidRPr="00290A62" w:rsidRDefault="00290A62" w:rsidP="00290A62">
      <w:pPr>
        <w:jc w:val="both"/>
        <w:rPr>
          <w:rFonts w:ascii="Times New Roman" w:hAnsi="Times New Roman" w:cs="Times New Roman"/>
          <w:lang w:val="et-EE"/>
        </w:rPr>
      </w:pPr>
      <w:r w:rsidRPr="00290A62">
        <w:rPr>
          <w:rFonts w:ascii="Times New Roman" w:hAnsi="Times New Roman" w:cs="Times New Roman"/>
          <w:lang w:val="et-EE"/>
        </w:rPr>
        <w:t xml:space="preserve">AS Emajõe Veevärk (äriregistri kood 11044696, postiaadress: Sõbra 56, 50106 Tartu) juhatuse liige Andres Aruhein esitas taotluse Sundvalduse seadmise avaldus tehnorajatise talumiskohustuse kehtestamiseks. Taotluse aluseks on OÜ Keskkonnaprojekt poolt koostatud tööprojekt nr 3198 „PEIPSI PÕHJARANNIKU VEE JA KANALI PROJEKTEERIMINE“. Sundvalduse seadmist taotletakse tehnorajatise talumiseks kinnisasja avalikes huvides omandamise seaduse (edaspidi KAHOS) § 4 lg 1 punkti 15 ja lg 2, § 39 ja § 40 alusel  vee- ja kanalisatsioonitrassi  talumiskohustuse kehtestamiseks Alutaguse vallas Kauksi, Kuru ja Uuskülas asuvatele katastriüksustele. </w:t>
      </w:r>
    </w:p>
    <w:p w14:paraId="1C0F9DDD" w14:textId="77777777" w:rsidR="00290A62" w:rsidRPr="00290A62" w:rsidRDefault="00290A62" w:rsidP="00290A62">
      <w:pPr>
        <w:jc w:val="both"/>
        <w:rPr>
          <w:rFonts w:ascii="Times New Roman" w:hAnsi="Times New Roman" w:cs="Times New Roman"/>
          <w:lang w:val="et-EE"/>
        </w:rPr>
      </w:pPr>
    </w:p>
    <w:p w14:paraId="1E27F104" w14:textId="77777777" w:rsidR="00290A62" w:rsidRPr="00290A62" w:rsidRDefault="00290A62" w:rsidP="00290A62">
      <w:pPr>
        <w:jc w:val="both"/>
        <w:rPr>
          <w:rFonts w:ascii="Times New Roman" w:hAnsi="Times New Roman" w:cs="Times New Roman"/>
          <w:lang w:val="et-EE"/>
        </w:rPr>
      </w:pPr>
      <w:r w:rsidRPr="00290A62">
        <w:rPr>
          <w:rFonts w:ascii="Times New Roman" w:hAnsi="Times New Roman" w:cs="Times New Roman"/>
          <w:lang w:val="et-EE"/>
        </w:rPr>
        <w:t>AS Emajõe Veevärk kuulub asjaõigusseaduse § 158¹ lõikes 11 nimetatud avalikku teenust osutavate isikute hulka, kes on vee-ettevõtja ühisveevärgi ja -kanalisatsiooni seaduse tähenduses. KAHOS § 40 alusel võib vee- ja kanalisatsioonitorustiku  talumiskohustuse kehtestamiseks seada sundvalduse, mis oma sisult vastab isiklikule kasutusõigusele. AS Emajõe Veevärk eelistab isiklikule kasutusõigusele sundvalduse seadmist. Sundvaldus seatakse vee- ja kanalisatsioonitrassi ehitamiseks vajalikule maale, mis vastab Ehitusseadustiku § 70 lõike 8 3 alusel   vastu võetud määrusele „Ühisveevärgi ja –kanalisatsiooni kaitsevööndi ulatus“. Määruse § 2 lõike 1 punkti 1 alusel on ühisveevärgi ja -kanalisatsiooni maa-aluste survetorustike kaitsevööndi ulatus torustiku telgjoonest mõlemale poole 2 m. Sundvalduse seadmine on vajalik vee- ja kanalisatsioonitorustiku ehitamiseks, talumiseks, omamiseks ning kasutajal lasuva arendamiskohustuse täitmise tagamiseks, remontimiseks, hooldamiseks, asendamiseks, kasutamiseks ja kasutusse andmiseks.</w:t>
      </w:r>
    </w:p>
    <w:p w14:paraId="7D55F619" w14:textId="77777777" w:rsidR="00290A62" w:rsidRPr="00290A62" w:rsidRDefault="00290A62" w:rsidP="00290A62">
      <w:pPr>
        <w:jc w:val="both"/>
        <w:rPr>
          <w:rFonts w:ascii="Times New Roman" w:hAnsi="Times New Roman" w:cs="Times New Roman"/>
          <w:lang w:val="et-EE"/>
        </w:rPr>
      </w:pPr>
      <w:r w:rsidRPr="00290A62">
        <w:rPr>
          <w:rFonts w:ascii="Times New Roman" w:hAnsi="Times New Roman" w:cs="Times New Roman"/>
          <w:lang w:val="et-EE"/>
        </w:rPr>
        <w:t xml:space="preserve"> </w:t>
      </w:r>
    </w:p>
    <w:p w14:paraId="294A598B" w14:textId="77777777" w:rsidR="00693BC6" w:rsidRPr="00C728E9" w:rsidRDefault="00693BC6" w:rsidP="00C728E9">
      <w:pPr>
        <w:jc w:val="both"/>
        <w:rPr>
          <w:rFonts w:ascii="Times New Roman" w:hAnsi="Times New Roman" w:cs="Times New Roman"/>
          <w:lang w:val="et-EE"/>
        </w:rPr>
      </w:pPr>
    </w:p>
    <w:p w14:paraId="3C96FC27" w14:textId="6C5DE4B8" w:rsidR="00E16DD8" w:rsidRDefault="00E53FF7" w:rsidP="00E16DD8">
      <w:pPr>
        <w:jc w:val="both"/>
        <w:rPr>
          <w:rFonts w:ascii="Times New Roman" w:hAnsi="Times New Roman" w:cs="Times New Roman"/>
          <w:bCs/>
          <w:lang w:val="et-EE"/>
        </w:rPr>
      </w:pPr>
      <w:r w:rsidRPr="00E53FF7">
        <w:rPr>
          <w:rFonts w:ascii="Times New Roman" w:hAnsi="Times New Roman" w:cs="Times New Roman"/>
          <w:bCs/>
          <w:lang w:val="et-EE"/>
        </w:rPr>
        <w:t xml:space="preserve">Kinnisasja avalikes huvides omandamise seaduse § 39 lõike 1 kohaselt otsustab sundvalduse seadmise isik, kelle pädevuses on ehitusseadustiku kohaselt välja anda ehitusluba, milleks on vallavalitsus. </w:t>
      </w:r>
    </w:p>
    <w:p w14:paraId="3A0AFD13" w14:textId="2C6870AA" w:rsidR="00403CEE" w:rsidRDefault="00E16DD8" w:rsidP="00E16DD8">
      <w:pPr>
        <w:jc w:val="both"/>
        <w:rPr>
          <w:rFonts w:ascii="Times New Roman" w:hAnsi="Times New Roman" w:cs="Times New Roman"/>
          <w:bCs/>
          <w:lang w:val="et-EE"/>
        </w:rPr>
      </w:pPr>
      <w:r w:rsidRPr="00E53FF7">
        <w:rPr>
          <w:rFonts w:ascii="Times New Roman" w:hAnsi="Times New Roman" w:cs="Times New Roman"/>
          <w:bCs/>
          <w:lang w:val="et-EE"/>
        </w:rPr>
        <w:t>Alutaguse Vallavalitsus algata</w:t>
      </w:r>
      <w:r w:rsidR="00E53025">
        <w:rPr>
          <w:rFonts w:ascii="Times New Roman" w:hAnsi="Times New Roman" w:cs="Times New Roman"/>
          <w:bCs/>
          <w:lang w:val="et-EE"/>
        </w:rPr>
        <w:t>s</w:t>
      </w:r>
      <w:r w:rsidRPr="00E53FF7">
        <w:rPr>
          <w:rFonts w:ascii="Times New Roman" w:hAnsi="Times New Roman" w:cs="Times New Roman"/>
          <w:bCs/>
          <w:lang w:val="et-EE"/>
        </w:rPr>
        <w:t xml:space="preserve"> </w:t>
      </w:r>
      <w:r w:rsidR="00E53025" w:rsidRPr="00E53025">
        <w:rPr>
          <w:rFonts w:ascii="Times New Roman" w:hAnsi="Times New Roman" w:cs="Times New Roman"/>
          <w:bCs/>
          <w:lang w:val="et-EE"/>
        </w:rPr>
        <w:t>1</w:t>
      </w:r>
      <w:r w:rsidR="007F13A2">
        <w:rPr>
          <w:rFonts w:ascii="Times New Roman" w:hAnsi="Times New Roman" w:cs="Times New Roman"/>
          <w:bCs/>
          <w:lang w:val="et-EE"/>
        </w:rPr>
        <w:t>9</w:t>
      </w:r>
      <w:r w:rsidR="00E53025" w:rsidRPr="00E53025">
        <w:rPr>
          <w:rFonts w:ascii="Times New Roman" w:hAnsi="Times New Roman" w:cs="Times New Roman"/>
          <w:bCs/>
          <w:lang w:val="et-EE"/>
        </w:rPr>
        <w:t xml:space="preserve">.03.2025 </w:t>
      </w:r>
      <w:r w:rsidR="00E53025" w:rsidRPr="009F22E6">
        <w:rPr>
          <w:rFonts w:ascii="Times New Roman" w:hAnsi="Times New Roman" w:cs="Times New Roman"/>
          <w:bCs/>
          <w:lang w:val="et-EE"/>
        </w:rPr>
        <w:t xml:space="preserve">istungil </w:t>
      </w:r>
      <w:r w:rsidR="009F22E6" w:rsidRPr="009F22E6">
        <w:rPr>
          <w:rFonts w:ascii="Times New Roman" w:hAnsi="Times New Roman" w:cs="Times New Roman"/>
          <w:bCs/>
          <w:lang w:val="et-EE"/>
        </w:rPr>
        <w:t xml:space="preserve">sundvalduse seadmise menetluse </w:t>
      </w:r>
      <w:r w:rsidRPr="00E53FF7">
        <w:rPr>
          <w:rFonts w:ascii="Times New Roman" w:hAnsi="Times New Roman" w:cs="Times New Roman"/>
          <w:bCs/>
          <w:lang w:val="et-EE"/>
        </w:rPr>
        <w:t>riigi omandis oleva</w:t>
      </w:r>
      <w:r w:rsidR="004F7701">
        <w:rPr>
          <w:rFonts w:ascii="Times New Roman" w:hAnsi="Times New Roman" w:cs="Times New Roman"/>
          <w:bCs/>
          <w:lang w:val="et-EE"/>
        </w:rPr>
        <w:t>tel kinnis</w:t>
      </w:r>
      <w:r w:rsidR="004F2081">
        <w:rPr>
          <w:rFonts w:ascii="Times New Roman" w:hAnsi="Times New Roman" w:cs="Times New Roman"/>
          <w:bCs/>
          <w:lang w:val="et-EE"/>
        </w:rPr>
        <w:t xml:space="preserve">asjadel, </w:t>
      </w:r>
      <w:r w:rsidR="00FA47B5">
        <w:rPr>
          <w:rFonts w:ascii="Times New Roman" w:hAnsi="Times New Roman" w:cs="Times New Roman"/>
          <w:bCs/>
          <w:lang w:val="et-EE"/>
        </w:rPr>
        <w:t xml:space="preserve">mille valitseja on </w:t>
      </w:r>
      <w:r w:rsidR="00B73CAB">
        <w:rPr>
          <w:rFonts w:ascii="Times New Roman" w:hAnsi="Times New Roman" w:cs="Times New Roman"/>
          <w:bCs/>
          <w:lang w:val="et-EE"/>
        </w:rPr>
        <w:t xml:space="preserve">Kliimaministeerium ja </w:t>
      </w:r>
      <w:r w:rsidR="00FA47B5">
        <w:rPr>
          <w:rFonts w:ascii="Times New Roman" w:hAnsi="Times New Roman" w:cs="Times New Roman"/>
          <w:bCs/>
          <w:lang w:val="et-EE"/>
        </w:rPr>
        <w:t>volitatud asutus R</w:t>
      </w:r>
      <w:r w:rsidR="00B73CAB">
        <w:rPr>
          <w:rFonts w:ascii="Times New Roman" w:hAnsi="Times New Roman" w:cs="Times New Roman"/>
          <w:bCs/>
          <w:lang w:val="et-EE"/>
        </w:rPr>
        <w:t xml:space="preserve">iigimetsa Majandamise </w:t>
      </w:r>
      <w:r w:rsidR="009F22E6">
        <w:rPr>
          <w:rFonts w:ascii="Times New Roman" w:hAnsi="Times New Roman" w:cs="Times New Roman"/>
          <w:bCs/>
          <w:lang w:val="et-EE"/>
        </w:rPr>
        <w:t>K</w:t>
      </w:r>
      <w:r w:rsidR="00B73CAB">
        <w:rPr>
          <w:rFonts w:ascii="Times New Roman" w:hAnsi="Times New Roman" w:cs="Times New Roman"/>
          <w:bCs/>
          <w:lang w:val="et-EE"/>
        </w:rPr>
        <w:t>eskus</w:t>
      </w:r>
      <w:r w:rsidR="009F22E6">
        <w:rPr>
          <w:rFonts w:ascii="Times New Roman" w:hAnsi="Times New Roman" w:cs="Times New Roman"/>
          <w:bCs/>
          <w:lang w:val="et-EE"/>
        </w:rPr>
        <w:t xml:space="preserve"> </w:t>
      </w:r>
      <w:r w:rsidR="00D42DFB">
        <w:rPr>
          <w:rFonts w:ascii="Times New Roman" w:hAnsi="Times New Roman" w:cs="Times New Roman"/>
          <w:bCs/>
          <w:lang w:val="et-EE"/>
        </w:rPr>
        <w:t>alljärgnevalt:</w:t>
      </w:r>
    </w:p>
    <w:p w14:paraId="01D29154" w14:textId="0ACB927D" w:rsidR="00B12159"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1.</w:t>
      </w:r>
      <w:r w:rsidRPr="00403CEE">
        <w:rPr>
          <w:rFonts w:ascii="Times New Roman" w:hAnsi="Times New Roman" w:cs="Times New Roman"/>
          <w:bCs/>
          <w:lang w:val="et-EE"/>
        </w:rPr>
        <w:tab/>
        <w:t xml:space="preserve">Kauksi küla, Iisaku metskond 71, KÜ 22401:004:0767, KR nr 4399350, KV48614, koormatav ala 473 m2, ühisveevärgi ja –kanalisatsioonirajatiste ehitamiseks, ruumikuju andmed: PARI ID 755383, </w:t>
      </w:r>
      <w:hyperlink r:id="rId10" w:history="1">
        <w:r w:rsidR="00B12159" w:rsidRPr="001D46C9">
          <w:rPr>
            <w:rStyle w:val="Hperlink"/>
            <w:rFonts w:ascii="Times New Roman" w:hAnsi="Times New Roman" w:cs="Times New Roman"/>
            <w:bCs/>
            <w:lang w:val="et-EE"/>
          </w:rPr>
          <w:t>https://pari.kataster.ee/magic-link/740608a8-e66f-4898-9f35-850081feb9d2</w:t>
        </w:r>
      </w:hyperlink>
    </w:p>
    <w:p w14:paraId="14440744" w14:textId="5A57DF18" w:rsidR="00312C91"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2.</w:t>
      </w:r>
      <w:r w:rsidRPr="00403CEE">
        <w:rPr>
          <w:rFonts w:ascii="Times New Roman" w:hAnsi="Times New Roman" w:cs="Times New Roman"/>
          <w:bCs/>
          <w:lang w:val="et-EE"/>
        </w:rPr>
        <w:tab/>
        <w:t>Kauksi küla, Ojataguse, KÜ 22401:001:0615, KR nr 4413050, KV28048, ühisveevärgi ja –kanalisatsioonirajatiste ehitamiseks,  ruumikuju andmed: PARI ID 755379, koormatav ala 493 m</w:t>
      </w:r>
      <w:r w:rsidR="001B4718">
        <w:rPr>
          <w:rFonts w:ascii="Times New Roman" w:hAnsi="Times New Roman" w:cs="Times New Roman"/>
          <w:bCs/>
          <w:vertAlign w:val="superscript"/>
          <w:lang w:val="et-EE"/>
        </w:rPr>
        <w:t>2</w:t>
      </w:r>
      <w:r w:rsidRPr="00403CEE">
        <w:rPr>
          <w:rFonts w:ascii="Times New Roman" w:hAnsi="Times New Roman" w:cs="Times New Roman"/>
          <w:bCs/>
          <w:lang w:val="et-EE"/>
        </w:rPr>
        <w:t xml:space="preserve">, </w:t>
      </w:r>
      <w:hyperlink r:id="rId11" w:history="1">
        <w:r w:rsidR="00B40482" w:rsidRPr="001D46C9">
          <w:rPr>
            <w:rStyle w:val="Hperlink"/>
            <w:rFonts w:ascii="Times New Roman" w:hAnsi="Times New Roman" w:cs="Times New Roman"/>
            <w:bCs/>
            <w:lang w:val="et-EE"/>
          </w:rPr>
          <w:t>https://pari.kataster.ee/magic-link/650c8506-09c6-4bf5-a2e7-9a68359fd02b</w:t>
        </w:r>
      </w:hyperlink>
    </w:p>
    <w:p w14:paraId="4411F8C1" w14:textId="6D8BA2EB" w:rsidR="00403CEE" w:rsidRPr="00403CEE" w:rsidRDefault="001B4718" w:rsidP="00403CEE">
      <w:pPr>
        <w:jc w:val="both"/>
        <w:rPr>
          <w:rFonts w:ascii="Times New Roman" w:hAnsi="Times New Roman" w:cs="Times New Roman"/>
          <w:bCs/>
          <w:lang w:val="et-EE"/>
        </w:rPr>
      </w:pPr>
      <w:r>
        <w:rPr>
          <w:rFonts w:ascii="Times New Roman" w:hAnsi="Times New Roman" w:cs="Times New Roman"/>
          <w:bCs/>
          <w:lang w:val="et-EE"/>
        </w:rPr>
        <w:t xml:space="preserve">ja </w:t>
      </w:r>
      <w:r w:rsidR="00403CEE" w:rsidRPr="00403CEE">
        <w:rPr>
          <w:rFonts w:ascii="Times New Roman" w:hAnsi="Times New Roman" w:cs="Times New Roman"/>
          <w:bCs/>
          <w:lang w:val="et-EE"/>
        </w:rPr>
        <w:t>ruumikuju andmed: PARI ID 755380, koormatav ala 57 m</w:t>
      </w:r>
      <w:r>
        <w:rPr>
          <w:rFonts w:ascii="Times New Roman" w:hAnsi="Times New Roman" w:cs="Times New Roman"/>
          <w:bCs/>
          <w:vertAlign w:val="superscript"/>
          <w:lang w:val="et-EE"/>
        </w:rPr>
        <w:t>2</w:t>
      </w:r>
      <w:r w:rsidR="00403CEE" w:rsidRPr="00403CEE">
        <w:rPr>
          <w:rFonts w:ascii="Times New Roman" w:hAnsi="Times New Roman" w:cs="Times New Roman"/>
          <w:bCs/>
          <w:lang w:val="et-EE"/>
        </w:rPr>
        <w:t>,</w:t>
      </w:r>
    </w:p>
    <w:p w14:paraId="0080D09F" w14:textId="0ADFB358" w:rsidR="00403CEE" w:rsidRDefault="00B40482" w:rsidP="00403CEE">
      <w:pPr>
        <w:jc w:val="both"/>
        <w:rPr>
          <w:rFonts w:ascii="Times New Roman" w:hAnsi="Times New Roman" w:cs="Times New Roman"/>
          <w:bCs/>
          <w:lang w:val="et-EE"/>
        </w:rPr>
      </w:pPr>
      <w:hyperlink r:id="rId12" w:history="1">
        <w:r w:rsidRPr="001D46C9">
          <w:rPr>
            <w:rStyle w:val="Hperlink"/>
            <w:rFonts w:ascii="Times New Roman" w:hAnsi="Times New Roman" w:cs="Times New Roman"/>
            <w:bCs/>
            <w:lang w:val="et-EE"/>
          </w:rPr>
          <w:t>https://pari.kataster.ee/magic-link/026dcdde-51db-4016-8a87-6a606bb8d02f</w:t>
        </w:r>
      </w:hyperlink>
    </w:p>
    <w:p w14:paraId="796835E6" w14:textId="77777777" w:rsidR="00B40482" w:rsidRPr="00403CEE" w:rsidRDefault="00B40482" w:rsidP="00403CEE">
      <w:pPr>
        <w:jc w:val="both"/>
        <w:rPr>
          <w:rFonts w:ascii="Times New Roman" w:hAnsi="Times New Roman" w:cs="Times New Roman"/>
          <w:bCs/>
          <w:lang w:val="et-EE"/>
        </w:rPr>
      </w:pPr>
    </w:p>
    <w:p w14:paraId="68D00255" w14:textId="77777777" w:rsidR="00403CEE" w:rsidRPr="00403CEE" w:rsidRDefault="00403CEE" w:rsidP="00403CEE">
      <w:pPr>
        <w:jc w:val="both"/>
        <w:rPr>
          <w:rFonts w:ascii="Times New Roman" w:hAnsi="Times New Roman" w:cs="Times New Roman"/>
          <w:bCs/>
          <w:lang w:val="et-EE"/>
        </w:rPr>
      </w:pPr>
    </w:p>
    <w:p w14:paraId="1B2478BD" w14:textId="7BEA529D" w:rsidR="00403CEE"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3.</w:t>
      </w:r>
      <w:r w:rsidRPr="00403CEE">
        <w:rPr>
          <w:rFonts w:ascii="Times New Roman" w:hAnsi="Times New Roman" w:cs="Times New Roman"/>
          <w:bCs/>
          <w:lang w:val="et-EE"/>
        </w:rPr>
        <w:tab/>
        <w:t>Kauksi küla, Rannapromenaadi, KÜ 22401:001:0616, KR 6549650, KV70815, koormatav ala 44 m2, ühisveevärgi ja –kanalisatsioonirajatiste ehitamiseks, ruumikuju andmed: PARI ID 755378,</w:t>
      </w:r>
      <w:r w:rsidR="00966118">
        <w:rPr>
          <w:rFonts w:ascii="Times New Roman" w:hAnsi="Times New Roman" w:cs="Times New Roman"/>
          <w:bCs/>
          <w:lang w:val="et-EE"/>
        </w:rPr>
        <w:t xml:space="preserve"> </w:t>
      </w:r>
      <w:hyperlink r:id="rId13" w:history="1">
        <w:r w:rsidR="0039552C" w:rsidRPr="001D46C9">
          <w:rPr>
            <w:rStyle w:val="Hperlink"/>
            <w:rFonts w:ascii="Times New Roman" w:hAnsi="Times New Roman" w:cs="Times New Roman"/>
            <w:bCs/>
            <w:lang w:val="et-EE"/>
          </w:rPr>
          <w:t>https://pari.kataster.ee/magic-link/2f4c025b-1979-4074-9134-028ad9e82eb4</w:t>
        </w:r>
      </w:hyperlink>
    </w:p>
    <w:p w14:paraId="51953F00" w14:textId="77777777" w:rsidR="0039552C" w:rsidRDefault="0039552C" w:rsidP="00403CEE">
      <w:pPr>
        <w:jc w:val="both"/>
        <w:rPr>
          <w:rFonts w:ascii="Times New Roman" w:hAnsi="Times New Roman" w:cs="Times New Roman"/>
          <w:bCs/>
          <w:lang w:val="et-EE"/>
        </w:rPr>
      </w:pPr>
    </w:p>
    <w:p w14:paraId="10B1489B" w14:textId="637ED9DA" w:rsidR="00403CEE"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4.</w:t>
      </w:r>
      <w:r w:rsidRPr="00403CEE">
        <w:rPr>
          <w:rFonts w:ascii="Times New Roman" w:hAnsi="Times New Roman" w:cs="Times New Roman"/>
          <w:bCs/>
          <w:lang w:val="et-EE"/>
        </w:rPr>
        <w:tab/>
        <w:t>Kauksi küla, Iisaku metskond 9, KÜ 22401:004:0711, KR 14858650, KV24682, koormatav ala 2273 m2, ühisveevärgi ja –kanalisatsioonirajatiste ehitamiseks, ruumikuju andmed: PARI ID 755381,</w:t>
      </w:r>
      <w:r w:rsidR="00967136">
        <w:rPr>
          <w:rFonts w:ascii="Times New Roman" w:hAnsi="Times New Roman" w:cs="Times New Roman"/>
          <w:bCs/>
          <w:lang w:val="et-EE"/>
        </w:rPr>
        <w:t xml:space="preserve"> </w:t>
      </w:r>
      <w:hyperlink r:id="rId14" w:history="1">
        <w:r w:rsidR="00967136" w:rsidRPr="001D46C9">
          <w:rPr>
            <w:rStyle w:val="Hperlink"/>
            <w:rFonts w:ascii="Times New Roman" w:hAnsi="Times New Roman" w:cs="Times New Roman"/>
            <w:bCs/>
            <w:lang w:val="et-EE"/>
          </w:rPr>
          <w:t>https://pari.kataster.ee/magic-link/d18802e1-3936-4a8a-aca1-658c0a408369</w:t>
        </w:r>
      </w:hyperlink>
    </w:p>
    <w:p w14:paraId="304F2451" w14:textId="77777777" w:rsidR="00967136" w:rsidRPr="00403CEE" w:rsidRDefault="00967136" w:rsidP="00403CEE">
      <w:pPr>
        <w:jc w:val="both"/>
        <w:rPr>
          <w:rFonts w:ascii="Times New Roman" w:hAnsi="Times New Roman" w:cs="Times New Roman"/>
          <w:bCs/>
          <w:lang w:val="et-EE"/>
        </w:rPr>
      </w:pPr>
    </w:p>
    <w:p w14:paraId="1E57EA15" w14:textId="3F73C398" w:rsidR="002C107F"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5.</w:t>
      </w:r>
      <w:r w:rsidRPr="00403CEE">
        <w:rPr>
          <w:rFonts w:ascii="Times New Roman" w:hAnsi="Times New Roman" w:cs="Times New Roman"/>
          <w:bCs/>
          <w:lang w:val="et-EE"/>
        </w:rPr>
        <w:tab/>
        <w:t xml:space="preserve">Kauksi küla, Iisaku metskond 80, KÜ 22401:004:0712, KR 14652650, KV24683, koormatav ala 4774 m2, ühisveevärgi ja –kanalisatsioonirajatiste ehitamiseks, ruumikuju andmed: PARI ID 681181, koormatav ala 2183 m2, </w:t>
      </w:r>
      <w:hyperlink r:id="rId15" w:history="1">
        <w:r w:rsidR="0024500C" w:rsidRPr="001D46C9">
          <w:rPr>
            <w:rStyle w:val="Hperlink"/>
            <w:rFonts w:ascii="Times New Roman" w:hAnsi="Times New Roman" w:cs="Times New Roman"/>
            <w:bCs/>
            <w:lang w:val="et-EE"/>
          </w:rPr>
          <w:t>https://pari.kataster.ee/magic-link/e969dfc4-42aa-4649-92ce-58cd0a446a6d</w:t>
        </w:r>
      </w:hyperlink>
      <w:r w:rsidR="0075369C">
        <w:rPr>
          <w:rFonts w:ascii="Times New Roman" w:hAnsi="Times New Roman" w:cs="Times New Roman"/>
          <w:bCs/>
          <w:lang w:val="et-EE"/>
        </w:rPr>
        <w:t xml:space="preserve"> j</w:t>
      </w:r>
      <w:r w:rsidR="0024500C">
        <w:rPr>
          <w:rFonts w:ascii="Times New Roman" w:hAnsi="Times New Roman" w:cs="Times New Roman"/>
          <w:bCs/>
          <w:lang w:val="et-EE"/>
        </w:rPr>
        <w:t>a</w:t>
      </w:r>
      <w:r w:rsidRPr="00403CEE">
        <w:rPr>
          <w:rFonts w:ascii="Times New Roman" w:hAnsi="Times New Roman" w:cs="Times New Roman"/>
          <w:bCs/>
          <w:lang w:val="et-EE"/>
        </w:rPr>
        <w:t xml:space="preserve"> ruumikuju andmed: PARI ID 681180, koormatav ala 2086 m2, </w:t>
      </w:r>
      <w:hyperlink r:id="rId16" w:history="1">
        <w:r w:rsidR="002C107F" w:rsidRPr="001D46C9">
          <w:rPr>
            <w:rStyle w:val="Hperlink"/>
            <w:rFonts w:ascii="Times New Roman" w:hAnsi="Times New Roman" w:cs="Times New Roman"/>
            <w:bCs/>
            <w:lang w:val="et-EE"/>
          </w:rPr>
          <w:t>https://pari.kataster.ee/magic-link/37a46f36-84a3-4b03-b3e0-5762ae6a5066</w:t>
        </w:r>
      </w:hyperlink>
    </w:p>
    <w:p w14:paraId="04B66F8E" w14:textId="2F5D6F76" w:rsidR="00403CEE" w:rsidRPr="00403CEE" w:rsidRDefault="005E626D" w:rsidP="00403CEE">
      <w:pPr>
        <w:jc w:val="both"/>
        <w:rPr>
          <w:rFonts w:ascii="Times New Roman" w:hAnsi="Times New Roman" w:cs="Times New Roman"/>
          <w:bCs/>
          <w:lang w:val="et-EE"/>
        </w:rPr>
      </w:pPr>
      <w:r>
        <w:rPr>
          <w:rFonts w:ascii="Times New Roman" w:hAnsi="Times New Roman" w:cs="Times New Roman"/>
          <w:bCs/>
          <w:lang w:val="et-EE"/>
        </w:rPr>
        <w:t>ja</w:t>
      </w:r>
      <w:r w:rsidR="00403CEE" w:rsidRPr="00403CEE">
        <w:rPr>
          <w:rFonts w:ascii="Times New Roman" w:hAnsi="Times New Roman" w:cs="Times New Roman"/>
          <w:bCs/>
          <w:lang w:val="et-EE"/>
        </w:rPr>
        <w:t xml:space="preserve"> ruumikuju andmed: PARI ID 755374, koormatav ala 475 m2,</w:t>
      </w:r>
    </w:p>
    <w:p w14:paraId="65E23FF9" w14:textId="5752A6BC" w:rsidR="00403CEE" w:rsidRDefault="003C217D" w:rsidP="00403CEE">
      <w:pPr>
        <w:jc w:val="both"/>
        <w:rPr>
          <w:rFonts w:ascii="Times New Roman" w:hAnsi="Times New Roman" w:cs="Times New Roman"/>
          <w:bCs/>
          <w:lang w:val="et-EE"/>
        </w:rPr>
      </w:pPr>
      <w:hyperlink r:id="rId17" w:history="1">
        <w:r w:rsidRPr="001D46C9">
          <w:rPr>
            <w:rStyle w:val="Hperlink"/>
            <w:rFonts w:ascii="Times New Roman" w:hAnsi="Times New Roman" w:cs="Times New Roman"/>
            <w:bCs/>
            <w:lang w:val="et-EE"/>
          </w:rPr>
          <w:t>https://pari.kataster.ee/magic-link/3b8034e3-a31c-4b8e-b84d-984d32d4df11</w:t>
        </w:r>
      </w:hyperlink>
    </w:p>
    <w:p w14:paraId="566F8561" w14:textId="77777777" w:rsidR="003C217D" w:rsidRPr="00403CEE" w:rsidRDefault="003C217D" w:rsidP="00403CEE">
      <w:pPr>
        <w:jc w:val="both"/>
        <w:rPr>
          <w:rFonts w:ascii="Times New Roman" w:hAnsi="Times New Roman" w:cs="Times New Roman"/>
          <w:bCs/>
          <w:lang w:val="et-EE"/>
        </w:rPr>
      </w:pPr>
    </w:p>
    <w:p w14:paraId="4BBA5BCB" w14:textId="54703C0D" w:rsidR="00403CEE" w:rsidRPr="00403CEE" w:rsidRDefault="00403CEE" w:rsidP="00403CEE">
      <w:pPr>
        <w:jc w:val="both"/>
        <w:rPr>
          <w:rFonts w:ascii="Times New Roman" w:hAnsi="Times New Roman" w:cs="Times New Roman"/>
          <w:bCs/>
          <w:lang w:val="et-EE"/>
        </w:rPr>
      </w:pPr>
      <w:r w:rsidRPr="00403CEE">
        <w:rPr>
          <w:rFonts w:ascii="Times New Roman" w:hAnsi="Times New Roman" w:cs="Times New Roman"/>
          <w:bCs/>
          <w:lang w:val="et-EE"/>
        </w:rPr>
        <w:t>6.</w:t>
      </w:r>
      <w:r w:rsidRPr="00403CEE">
        <w:rPr>
          <w:rFonts w:ascii="Times New Roman" w:hAnsi="Times New Roman" w:cs="Times New Roman"/>
          <w:bCs/>
          <w:lang w:val="et-EE"/>
        </w:rPr>
        <w:tab/>
        <w:t>Kuru küla, Ahvena, KÜ 13001:001:0574, KR 21775550, KV91712, koormatav ala 411 m2, ühisveevärgi ja –kanalisatsioonirajatiste ehitamiseks, ruumikuju andmed: PARI ID 755397,</w:t>
      </w:r>
    </w:p>
    <w:p w14:paraId="32D5C62F" w14:textId="7D8A35AF" w:rsidR="00403CEE" w:rsidRDefault="0081693E" w:rsidP="00403CEE">
      <w:pPr>
        <w:jc w:val="both"/>
        <w:rPr>
          <w:rFonts w:ascii="Times New Roman" w:hAnsi="Times New Roman" w:cs="Times New Roman"/>
          <w:bCs/>
          <w:lang w:val="et-EE"/>
        </w:rPr>
      </w:pPr>
      <w:hyperlink r:id="rId18" w:history="1">
        <w:r w:rsidRPr="001D46C9">
          <w:rPr>
            <w:rStyle w:val="Hperlink"/>
            <w:rFonts w:ascii="Times New Roman" w:hAnsi="Times New Roman" w:cs="Times New Roman"/>
            <w:bCs/>
            <w:lang w:val="et-EE"/>
          </w:rPr>
          <w:t>https://pari.kataster.ee/magic-link/a03d5d9a-6d53-47bf-b4a2-860a9ee6fdf8</w:t>
        </w:r>
      </w:hyperlink>
    </w:p>
    <w:p w14:paraId="53474761" w14:textId="20F32C2E" w:rsidR="002D6FC1" w:rsidRDefault="002D6FC1" w:rsidP="00E16DD8">
      <w:pPr>
        <w:jc w:val="both"/>
        <w:rPr>
          <w:rFonts w:ascii="Times New Roman" w:hAnsi="Times New Roman" w:cs="Times New Roman"/>
          <w:bCs/>
          <w:lang w:val="et-EE"/>
        </w:rPr>
      </w:pPr>
    </w:p>
    <w:p w14:paraId="69854720" w14:textId="7E8F6558" w:rsidR="00E16DD8" w:rsidRPr="00E53FF7" w:rsidRDefault="00F217DD" w:rsidP="00E16DD8">
      <w:pPr>
        <w:jc w:val="both"/>
        <w:rPr>
          <w:rFonts w:ascii="Times New Roman" w:hAnsi="Times New Roman" w:cs="Times New Roman"/>
          <w:bCs/>
          <w:lang w:val="et-EE"/>
        </w:rPr>
      </w:pPr>
      <w:r w:rsidRPr="00F217DD">
        <w:rPr>
          <w:rFonts w:ascii="Times New Roman" w:hAnsi="Times New Roman" w:cs="Times New Roman"/>
          <w:bCs/>
          <w:lang w:val="et-EE"/>
        </w:rPr>
        <w:t xml:space="preserve">AS Emajõe Veevärk </w:t>
      </w:r>
      <w:r w:rsidR="00E16DD8" w:rsidRPr="00E53FF7">
        <w:rPr>
          <w:rFonts w:ascii="Times New Roman" w:hAnsi="Times New Roman" w:cs="Times New Roman"/>
          <w:bCs/>
          <w:lang w:val="et-EE"/>
        </w:rPr>
        <w:t>taotleb tähtajatut ja tasuta sundvalduse seadmist.</w:t>
      </w:r>
    </w:p>
    <w:p w14:paraId="242F22CC" w14:textId="77777777" w:rsidR="00E53FF7" w:rsidRDefault="00E53FF7" w:rsidP="00C728E9">
      <w:pPr>
        <w:jc w:val="both"/>
        <w:rPr>
          <w:rFonts w:ascii="Times New Roman" w:hAnsi="Times New Roman" w:cs="Times New Roman"/>
          <w:b/>
          <w:lang w:val="et-EE"/>
        </w:rPr>
      </w:pPr>
    </w:p>
    <w:p w14:paraId="245A0416" w14:textId="37F4FF14" w:rsidR="00693BC6" w:rsidRDefault="00C728E9" w:rsidP="00C728E9">
      <w:pPr>
        <w:jc w:val="both"/>
        <w:rPr>
          <w:rFonts w:ascii="Times New Roman" w:hAnsi="Times New Roman" w:cs="Times New Roman"/>
          <w:b/>
          <w:lang w:val="et-EE"/>
        </w:rPr>
      </w:pPr>
      <w:r w:rsidRPr="00693BC6">
        <w:rPr>
          <w:rFonts w:ascii="Times New Roman" w:hAnsi="Times New Roman" w:cs="Times New Roman"/>
          <w:b/>
          <w:lang w:val="et-EE"/>
        </w:rPr>
        <w:t xml:space="preserve"> </w:t>
      </w:r>
      <w:r w:rsidR="009A58DF" w:rsidRPr="00693BC6">
        <w:rPr>
          <w:rFonts w:ascii="Times New Roman" w:hAnsi="Times New Roman" w:cs="Times New Roman"/>
          <w:b/>
          <w:lang w:val="et-EE"/>
        </w:rPr>
        <w:t>Võttes aluseks eeltoodu, algata</w:t>
      </w:r>
      <w:r w:rsidR="005B4727">
        <w:rPr>
          <w:rFonts w:ascii="Times New Roman" w:hAnsi="Times New Roman" w:cs="Times New Roman"/>
          <w:b/>
          <w:lang w:val="et-EE"/>
        </w:rPr>
        <w:t>s</w:t>
      </w:r>
      <w:r w:rsidR="009A58DF" w:rsidRPr="00693BC6">
        <w:rPr>
          <w:rFonts w:ascii="Times New Roman" w:hAnsi="Times New Roman" w:cs="Times New Roman"/>
          <w:b/>
          <w:lang w:val="et-EE"/>
        </w:rPr>
        <w:t xml:space="preserve"> Alutaguse Vallavalitsus</w:t>
      </w:r>
      <w:r w:rsidR="005B4727">
        <w:rPr>
          <w:rFonts w:ascii="Times New Roman" w:hAnsi="Times New Roman" w:cs="Times New Roman"/>
          <w:b/>
          <w:lang w:val="et-EE"/>
        </w:rPr>
        <w:t xml:space="preserve"> </w:t>
      </w:r>
      <w:r w:rsidR="009A58DF" w:rsidRPr="00693BC6">
        <w:rPr>
          <w:rFonts w:ascii="Times New Roman" w:hAnsi="Times New Roman" w:cs="Times New Roman"/>
          <w:b/>
          <w:lang w:val="et-EE"/>
        </w:rPr>
        <w:t>Kinnisasja avalikes huvides omandamise seaduse § 39 alusel sundvalduse seadmise menetluse</w:t>
      </w:r>
      <w:r w:rsidR="006A6B30" w:rsidRPr="00693BC6">
        <w:rPr>
          <w:rFonts w:ascii="Times New Roman" w:hAnsi="Times New Roman" w:cs="Times New Roman"/>
          <w:b/>
          <w:lang w:val="et-EE"/>
        </w:rPr>
        <w:t xml:space="preserve"> ja edastab teate </w:t>
      </w:r>
      <w:r w:rsidR="004B1448">
        <w:rPr>
          <w:rFonts w:ascii="Times New Roman" w:hAnsi="Times New Roman" w:cs="Times New Roman"/>
          <w:b/>
          <w:lang w:val="et-EE"/>
        </w:rPr>
        <w:t xml:space="preserve">koos </w:t>
      </w:r>
      <w:r w:rsidR="006A6B30" w:rsidRPr="00693BC6">
        <w:rPr>
          <w:rFonts w:ascii="Times New Roman" w:hAnsi="Times New Roman" w:cs="Times New Roman"/>
          <w:b/>
          <w:lang w:val="et-EE"/>
        </w:rPr>
        <w:t>korralduse eelnõu ja asendiplaan</w:t>
      </w:r>
      <w:r w:rsidR="002D6F7F">
        <w:rPr>
          <w:rFonts w:ascii="Times New Roman" w:hAnsi="Times New Roman" w:cs="Times New Roman"/>
          <w:b/>
          <w:lang w:val="et-EE"/>
        </w:rPr>
        <w:t>i</w:t>
      </w:r>
      <w:r w:rsidR="005379D2">
        <w:rPr>
          <w:rFonts w:ascii="Times New Roman" w:hAnsi="Times New Roman" w:cs="Times New Roman"/>
          <w:b/>
          <w:lang w:val="et-EE"/>
        </w:rPr>
        <w:t>dega</w:t>
      </w:r>
      <w:r w:rsidR="009A58DF" w:rsidRPr="00693BC6">
        <w:rPr>
          <w:rFonts w:ascii="Times New Roman" w:hAnsi="Times New Roman" w:cs="Times New Roman"/>
          <w:b/>
          <w:lang w:val="et-EE"/>
        </w:rPr>
        <w:t>.</w:t>
      </w:r>
    </w:p>
    <w:p w14:paraId="2C5B8A9F" w14:textId="77777777" w:rsidR="00693BC6" w:rsidRDefault="00693BC6" w:rsidP="00C728E9">
      <w:pPr>
        <w:jc w:val="both"/>
        <w:rPr>
          <w:rFonts w:ascii="Times New Roman" w:hAnsi="Times New Roman" w:cs="Times New Roman"/>
          <w:b/>
          <w:lang w:val="et-EE"/>
        </w:rPr>
      </w:pPr>
    </w:p>
    <w:p w14:paraId="47679E4F" w14:textId="77777777" w:rsidR="0014110E" w:rsidRPr="00693BC6" w:rsidRDefault="00C728E9" w:rsidP="00247404">
      <w:pPr>
        <w:jc w:val="both"/>
        <w:rPr>
          <w:rFonts w:ascii="Times New Roman" w:hAnsi="Times New Roman" w:cs="Times New Roman"/>
          <w:b/>
          <w:lang w:val="et-EE"/>
        </w:rPr>
      </w:pPr>
      <w:r w:rsidRPr="00693BC6">
        <w:rPr>
          <w:rFonts w:ascii="Times New Roman" w:hAnsi="Times New Roman" w:cs="Times New Roman"/>
          <w:b/>
          <w:lang w:val="et-EE"/>
        </w:rPr>
        <w:t xml:space="preserve">Kinnisasja avalikes huvides omandamise seaduse § 39 lõike 4 kohaselt on kinnisasja omanikul õigus nelja nädala jooksul käesoleva teate kättesaamisest arvates esitada </w:t>
      </w:r>
      <w:r w:rsidR="009A58DF" w:rsidRPr="00693BC6">
        <w:rPr>
          <w:rFonts w:ascii="Times New Roman" w:hAnsi="Times New Roman" w:cs="Times New Roman"/>
          <w:b/>
          <w:lang w:val="et-EE"/>
        </w:rPr>
        <w:t>Alutaguse vallava</w:t>
      </w:r>
      <w:r w:rsidR="006A6B30" w:rsidRPr="00693BC6">
        <w:rPr>
          <w:rFonts w:ascii="Times New Roman" w:hAnsi="Times New Roman" w:cs="Times New Roman"/>
          <w:b/>
          <w:lang w:val="et-EE"/>
        </w:rPr>
        <w:t>litsusele arvamus e-posti aadressile info@alutagusevald.ee</w:t>
      </w:r>
      <w:r w:rsidR="00D127BA" w:rsidRPr="00693BC6">
        <w:rPr>
          <w:rFonts w:ascii="Times New Roman" w:hAnsi="Times New Roman" w:cs="Times New Roman"/>
          <w:b/>
          <w:lang w:val="et-EE"/>
        </w:rPr>
        <w:t>.</w:t>
      </w:r>
    </w:p>
    <w:p w14:paraId="6D310B99" w14:textId="77777777" w:rsidR="000428AA" w:rsidRDefault="00372992" w:rsidP="00247404">
      <w:pPr>
        <w:jc w:val="both"/>
        <w:rPr>
          <w:rFonts w:ascii="Times New Roman" w:hAnsi="Times New Roman" w:cs="Times New Roman"/>
          <w:lang w:val="et-EE"/>
        </w:rPr>
      </w:pPr>
      <w:r>
        <w:rPr>
          <w:rFonts w:ascii="Times New Roman" w:hAnsi="Times New Roman" w:cs="Times New Roman"/>
          <w:lang w:val="et-EE"/>
        </w:rPr>
        <w:t xml:space="preserve"> </w:t>
      </w:r>
    </w:p>
    <w:p w14:paraId="0D96D0B1" w14:textId="77777777" w:rsidR="00372992" w:rsidRDefault="00372992" w:rsidP="00247404">
      <w:pPr>
        <w:jc w:val="both"/>
        <w:rPr>
          <w:rFonts w:ascii="Times New Roman" w:hAnsi="Times New Roman" w:cs="Times New Roman"/>
          <w:lang w:val="et-EE"/>
        </w:rPr>
      </w:pPr>
    </w:p>
    <w:p w14:paraId="6DD0BD30" w14:textId="77777777" w:rsidR="006609D5" w:rsidRDefault="006609D5" w:rsidP="00962798">
      <w:pPr>
        <w:rPr>
          <w:rFonts w:ascii="Times New Roman" w:hAnsi="Times New Roman" w:cs="Times New Roman"/>
        </w:rPr>
      </w:pPr>
    </w:p>
    <w:p w14:paraId="7BF6BEB0" w14:textId="77777777" w:rsidR="00D14C94" w:rsidRDefault="00962798" w:rsidP="00962798">
      <w:pPr>
        <w:rPr>
          <w:rFonts w:ascii="Times New Roman" w:hAnsi="Times New Roman" w:cs="Times New Roman"/>
        </w:rPr>
      </w:pPr>
      <w:r w:rsidRPr="002408B4">
        <w:rPr>
          <w:rFonts w:ascii="Times New Roman" w:hAnsi="Times New Roman" w:cs="Times New Roman"/>
        </w:rPr>
        <w:t>Lugupidamisega</w:t>
      </w:r>
    </w:p>
    <w:p w14:paraId="43FE67A3" w14:textId="77777777" w:rsidR="008939D6" w:rsidRDefault="008939D6" w:rsidP="00962798">
      <w:pPr>
        <w:rPr>
          <w:rFonts w:ascii="Times New Roman" w:hAnsi="Times New Roman" w:cs="Times New Roman"/>
        </w:rPr>
      </w:pPr>
    </w:p>
    <w:p w14:paraId="11DAC23E" w14:textId="77777777" w:rsidR="008939D6" w:rsidRPr="008939D6" w:rsidRDefault="008939D6" w:rsidP="008939D6">
      <w:pPr>
        <w:rPr>
          <w:rFonts w:ascii="Times New Roman" w:hAnsi="Times New Roman" w:cs="Times New Roman"/>
        </w:rPr>
      </w:pPr>
      <w:r w:rsidRPr="008939D6">
        <w:rPr>
          <w:rFonts w:ascii="Times New Roman" w:hAnsi="Times New Roman" w:cs="Times New Roman"/>
        </w:rPr>
        <w:t>/allkirjastatud digitaalselt</w:t>
      </w:r>
      <w:r>
        <w:rPr>
          <w:rFonts w:ascii="Times New Roman" w:hAnsi="Times New Roman" w:cs="Times New Roman"/>
        </w:rPr>
        <w:t>/</w:t>
      </w:r>
    </w:p>
    <w:p w14:paraId="105A78D4" w14:textId="77777777" w:rsidR="00962798" w:rsidRPr="00D14C94" w:rsidRDefault="00962798" w:rsidP="00962798">
      <w:pPr>
        <w:rPr>
          <w:rFonts w:ascii="Times New Roman" w:hAnsi="Times New Roman" w:cs="Times New Roman"/>
          <w:i/>
        </w:rPr>
      </w:pPr>
    </w:p>
    <w:p w14:paraId="79DA083F" w14:textId="77777777" w:rsidR="00154027" w:rsidRDefault="00154027" w:rsidP="00962798">
      <w:pPr>
        <w:rPr>
          <w:rFonts w:ascii="Times New Roman" w:hAnsi="Times New Roman" w:cs="Times New Roman"/>
        </w:rPr>
      </w:pPr>
    </w:p>
    <w:p w14:paraId="3C7B51AC" w14:textId="77777777" w:rsidR="007E5778" w:rsidRDefault="009F277A" w:rsidP="00962798">
      <w:pPr>
        <w:rPr>
          <w:rFonts w:ascii="Times New Roman" w:hAnsi="Times New Roman" w:cs="Times New Roman"/>
        </w:rPr>
      </w:pPr>
      <w:r>
        <w:rPr>
          <w:rFonts w:ascii="Times New Roman" w:hAnsi="Times New Roman" w:cs="Times New Roman"/>
        </w:rPr>
        <w:t>Tauno Võhmar</w:t>
      </w:r>
    </w:p>
    <w:p w14:paraId="61F905D4" w14:textId="77777777" w:rsidR="007E5778" w:rsidRDefault="009F277A" w:rsidP="00962798">
      <w:pPr>
        <w:rPr>
          <w:rFonts w:ascii="Times New Roman" w:hAnsi="Times New Roman" w:cs="Times New Roman"/>
        </w:rPr>
      </w:pPr>
      <w:r>
        <w:rPr>
          <w:rFonts w:ascii="Times New Roman" w:hAnsi="Times New Roman" w:cs="Times New Roman"/>
        </w:rPr>
        <w:t>Vallavanem</w:t>
      </w:r>
    </w:p>
    <w:p w14:paraId="296187C2" w14:textId="77777777" w:rsidR="00693BC6" w:rsidRDefault="00693BC6" w:rsidP="00962798">
      <w:pPr>
        <w:rPr>
          <w:rFonts w:ascii="Times New Roman" w:hAnsi="Times New Roman" w:cs="Times New Roman"/>
        </w:rPr>
      </w:pPr>
    </w:p>
    <w:p w14:paraId="1DA1ECFA" w14:textId="77777777" w:rsidR="00693BC6" w:rsidRDefault="00693BC6" w:rsidP="00962798">
      <w:pPr>
        <w:rPr>
          <w:rFonts w:ascii="Times New Roman" w:hAnsi="Times New Roman" w:cs="Times New Roman"/>
        </w:rPr>
      </w:pPr>
    </w:p>
    <w:p w14:paraId="680D01F1" w14:textId="77777777" w:rsidR="00CC4C49" w:rsidRDefault="00CC4C49" w:rsidP="00962798">
      <w:pPr>
        <w:rPr>
          <w:rFonts w:ascii="Times New Roman" w:hAnsi="Times New Roman" w:cs="Times New Roman"/>
        </w:rPr>
      </w:pPr>
    </w:p>
    <w:p w14:paraId="5610738F" w14:textId="7218F62E" w:rsidR="00202FFB" w:rsidRDefault="00154027" w:rsidP="00962798">
      <w:pPr>
        <w:rPr>
          <w:rFonts w:ascii="Times New Roman" w:hAnsi="Times New Roman" w:cs="Times New Roman"/>
        </w:rPr>
      </w:pPr>
      <w:r>
        <w:rPr>
          <w:rFonts w:ascii="Times New Roman" w:hAnsi="Times New Roman" w:cs="Times New Roman"/>
        </w:rPr>
        <w:t>Lisa</w:t>
      </w:r>
      <w:r w:rsidR="002C6EF4">
        <w:rPr>
          <w:rFonts w:ascii="Times New Roman" w:hAnsi="Times New Roman" w:cs="Times New Roman"/>
        </w:rPr>
        <w:t>d</w:t>
      </w:r>
      <w:r>
        <w:rPr>
          <w:rFonts w:ascii="Times New Roman" w:hAnsi="Times New Roman" w:cs="Times New Roman"/>
        </w:rPr>
        <w:t xml:space="preserve">: </w:t>
      </w:r>
      <w:r w:rsidR="002C6EF4">
        <w:rPr>
          <w:rFonts w:ascii="Times New Roman" w:hAnsi="Times New Roman" w:cs="Times New Roman"/>
        </w:rPr>
        <w:t xml:space="preserve">1. </w:t>
      </w:r>
      <w:r w:rsidR="005B2CF7">
        <w:rPr>
          <w:rFonts w:ascii="Times New Roman" w:hAnsi="Times New Roman" w:cs="Times New Roman"/>
        </w:rPr>
        <w:t>Alutaguse Vallavalitsuse korralduse eelnõu</w:t>
      </w:r>
      <w:r w:rsidR="00C602C2">
        <w:rPr>
          <w:rFonts w:ascii="Times New Roman" w:hAnsi="Times New Roman" w:cs="Times New Roman"/>
        </w:rPr>
        <w:t xml:space="preserve"> koos lisa</w:t>
      </w:r>
      <w:r w:rsidR="005379D2">
        <w:rPr>
          <w:rFonts w:ascii="Times New Roman" w:hAnsi="Times New Roman" w:cs="Times New Roman"/>
        </w:rPr>
        <w:t>de</w:t>
      </w:r>
      <w:r w:rsidR="00C602C2">
        <w:rPr>
          <w:rFonts w:ascii="Times New Roman" w:hAnsi="Times New Roman" w:cs="Times New Roman"/>
        </w:rPr>
        <w:t>ga.</w:t>
      </w:r>
    </w:p>
    <w:p w14:paraId="502E1C33" w14:textId="77777777" w:rsidR="00202FFB" w:rsidRDefault="00202FFB" w:rsidP="00962798">
      <w:pPr>
        <w:rPr>
          <w:rFonts w:ascii="Times New Roman" w:hAnsi="Times New Roman" w:cs="Times New Roman"/>
        </w:rPr>
      </w:pPr>
    </w:p>
    <w:p w14:paraId="13FCB5E9" w14:textId="77777777" w:rsidR="00DD3086" w:rsidRDefault="00DD3086" w:rsidP="00962798">
      <w:pPr>
        <w:rPr>
          <w:rFonts w:ascii="Times New Roman" w:hAnsi="Times New Roman" w:cs="Times New Roman"/>
        </w:rPr>
      </w:pPr>
    </w:p>
    <w:sectPr w:rsidR="00DD3086" w:rsidSect="00F72E98">
      <w:headerReference w:type="default" r:id="rId19"/>
      <w:footerReference w:type="default" r:id="rId20"/>
      <w:headerReference w:type="first" r:id="rId21"/>
      <w:footerReference w:type="first" r:id="rId22"/>
      <w:pgSz w:w="11900" w:h="16840"/>
      <w:pgMar w:top="142" w:right="680" w:bottom="142" w:left="1701" w:header="62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FB4A6" w14:textId="77777777" w:rsidR="00BD2679" w:rsidRDefault="00BD2679" w:rsidP="00482722">
      <w:r>
        <w:separator/>
      </w:r>
    </w:p>
  </w:endnote>
  <w:endnote w:type="continuationSeparator" w:id="0">
    <w:p w14:paraId="79AC71C8" w14:textId="77777777" w:rsidR="00BD2679" w:rsidRDefault="00BD2679" w:rsidP="0048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pectral">
    <w:altName w:val="Calibri"/>
    <w:charset w:val="00"/>
    <w:family w:val="auto"/>
    <w:pitch w:val="variable"/>
    <w:sig w:usb0="E000027F" w:usb1="4000E43B" w:usb2="00000000" w:usb3="00000000" w:csb0="0000019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7049356"/>
      <w:docPartObj>
        <w:docPartGallery w:val="Page Numbers (Bottom of Page)"/>
        <w:docPartUnique/>
      </w:docPartObj>
    </w:sdtPr>
    <w:sdtContent>
      <w:p w14:paraId="61A8C643" w14:textId="77777777" w:rsidR="00962798" w:rsidRDefault="00962798">
        <w:pPr>
          <w:pStyle w:val="Jalus"/>
          <w:jc w:val="center"/>
        </w:pPr>
        <w:r>
          <w:fldChar w:fldCharType="begin"/>
        </w:r>
        <w:r>
          <w:instrText>PAGE   \* MERGEFORMAT</w:instrText>
        </w:r>
        <w:r>
          <w:fldChar w:fldCharType="separate"/>
        </w:r>
        <w:r w:rsidR="008939D6" w:rsidRPr="008939D6">
          <w:rPr>
            <w:noProof/>
            <w:lang w:val="et-EE"/>
          </w:rPr>
          <w:t>2</w:t>
        </w:r>
        <w:r>
          <w:fldChar w:fldCharType="end"/>
        </w:r>
      </w:p>
    </w:sdtContent>
  </w:sdt>
  <w:p w14:paraId="22CAF5B2" w14:textId="77777777" w:rsidR="00962798" w:rsidRDefault="0096279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2D29" w14:textId="77777777" w:rsidR="00962798" w:rsidRDefault="00962798" w:rsidP="00962798">
    <w:pPr>
      <w:pStyle w:val="Jalus"/>
      <w:tabs>
        <w:tab w:val="clear" w:pos="4680"/>
        <w:tab w:val="clear" w:pos="9360"/>
        <w:tab w:val="left" w:pos="1344"/>
      </w:tabs>
    </w:pPr>
    <w:r>
      <w:tab/>
    </w:r>
  </w:p>
  <w:tbl>
    <w:tblPr>
      <w:tblW w:w="0" w:type="auto"/>
      <w:tblBorders>
        <w:top w:val="single" w:sz="4" w:space="0" w:color="auto"/>
      </w:tblBorders>
      <w:tblLayout w:type="fixed"/>
      <w:tblLook w:val="01E0" w:firstRow="1" w:lastRow="1" w:firstColumn="1" w:lastColumn="1" w:noHBand="0" w:noVBand="0"/>
    </w:tblPr>
    <w:tblGrid>
      <w:gridCol w:w="3794"/>
      <w:gridCol w:w="3118"/>
      <w:gridCol w:w="2830"/>
    </w:tblGrid>
    <w:tr w:rsidR="00962798" w:rsidRPr="00EF1066" w14:paraId="6DD2D554" w14:textId="77777777" w:rsidTr="008E6B81">
      <w:trPr>
        <w:trHeight w:val="284"/>
      </w:trPr>
      <w:tc>
        <w:tcPr>
          <w:tcW w:w="3794" w:type="dxa"/>
        </w:tcPr>
        <w:p w14:paraId="1C163352"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14:paraId="1ABB97D3"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Tartu mnt 56 Iisaku alevik</w:t>
          </w:r>
        </w:p>
        <w:p w14:paraId="29BC349F"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Alutaguse vald</w:t>
          </w:r>
        </w:p>
        <w:p w14:paraId="343B8FBB"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41101 Ida-Virumaa</w:t>
          </w:r>
        </w:p>
      </w:tc>
      <w:tc>
        <w:tcPr>
          <w:tcW w:w="3118" w:type="dxa"/>
        </w:tcPr>
        <w:p w14:paraId="6C05B5D9"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14:paraId="321E3986"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Tel:   3 366 901</w:t>
          </w:r>
        </w:p>
        <w:p w14:paraId="4C918E8A"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 xml:space="preserve">E-post: </w:t>
          </w:r>
          <w:hyperlink r:id="rId1" w:history="1">
            <w:r w:rsidRPr="00EF1066">
              <w:rPr>
                <w:rFonts w:ascii="Times New Roman" w:eastAsia="Times New Roman" w:hAnsi="Times New Roman" w:cs="Times New Roman"/>
                <w:color w:val="0000FF"/>
                <w:sz w:val="20"/>
                <w:szCs w:val="20"/>
                <w:u w:val="single"/>
                <w:lang w:val="et-EE" w:eastAsia="et-EE"/>
              </w:rPr>
              <w:t>info@alutagusevald.ee</w:t>
            </w:r>
          </w:hyperlink>
          <w:r w:rsidRPr="00EF1066">
            <w:rPr>
              <w:rFonts w:ascii="Times New Roman" w:eastAsia="Times New Roman" w:hAnsi="Times New Roman" w:cs="Times New Roman"/>
              <w:sz w:val="20"/>
              <w:szCs w:val="20"/>
              <w:lang w:val="et-EE" w:eastAsia="et-EE"/>
            </w:rPr>
            <w:t xml:space="preserve"> </w:t>
          </w:r>
        </w:p>
        <w:p w14:paraId="07161B34"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tc>
      <w:tc>
        <w:tcPr>
          <w:tcW w:w="2830" w:type="dxa"/>
        </w:tcPr>
        <w:p w14:paraId="761E4FE9"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14:paraId="03EC9C6D"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Reg. nr: 77000281</w:t>
          </w:r>
        </w:p>
        <w:p w14:paraId="2739C1F7" w14:textId="77777777"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a/a: EE882200221068420618 Swedbank</w:t>
          </w:r>
        </w:p>
      </w:tc>
    </w:tr>
  </w:tbl>
  <w:p w14:paraId="4C4EE4FC" w14:textId="77777777" w:rsidR="00A23642" w:rsidRDefault="00A23642" w:rsidP="00962798">
    <w:pPr>
      <w:pStyle w:val="Jalus"/>
      <w:tabs>
        <w:tab w:val="clear" w:pos="4680"/>
        <w:tab w:val="clear" w:pos="9360"/>
        <w:tab w:val="left" w:pos="134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AF799" w14:textId="77777777" w:rsidR="00BD2679" w:rsidRDefault="00BD2679" w:rsidP="00482722">
      <w:r>
        <w:separator/>
      </w:r>
    </w:p>
  </w:footnote>
  <w:footnote w:type="continuationSeparator" w:id="0">
    <w:p w14:paraId="3CAF0710" w14:textId="77777777" w:rsidR="00BD2679" w:rsidRDefault="00BD2679" w:rsidP="0048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9D7" w14:textId="77777777" w:rsidR="00482722" w:rsidRDefault="00482722">
    <w:pPr>
      <w:pStyle w:val="Pis"/>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1992A" w14:textId="77777777" w:rsidR="00A23642" w:rsidRDefault="00962798">
    <w:pPr>
      <w:pStyle w:val="Pis"/>
    </w:pPr>
    <w:r>
      <w:rPr>
        <w:noProof/>
        <w:lang w:val="et-EE" w:eastAsia="et-EE"/>
      </w:rPr>
      <w:drawing>
        <wp:inline distT="0" distB="0" distL="0" distR="0" wp14:anchorId="6EAC50C8" wp14:editId="0747E3EB">
          <wp:extent cx="1798320" cy="6159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6159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066"/>
    <w:rsid w:val="00005CA1"/>
    <w:rsid w:val="00014CC2"/>
    <w:rsid w:val="00014F50"/>
    <w:rsid w:val="00017965"/>
    <w:rsid w:val="00025921"/>
    <w:rsid w:val="00027F52"/>
    <w:rsid w:val="000348A6"/>
    <w:rsid w:val="000354C8"/>
    <w:rsid w:val="000428AA"/>
    <w:rsid w:val="00050EE9"/>
    <w:rsid w:val="000519E0"/>
    <w:rsid w:val="00054383"/>
    <w:rsid w:val="0005706B"/>
    <w:rsid w:val="000758F6"/>
    <w:rsid w:val="00077029"/>
    <w:rsid w:val="00090994"/>
    <w:rsid w:val="00091F89"/>
    <w:rsid w:val="000A419F"/>
    <w:rsid w:val="000B4A83"/>
    <w:rsid w:val="000B7795"/>
    <w:rsid w:val="000C426F"/>
    <w:rsid w:val="000D54A1"/>
    <w:rsid w:val="000D5E90"/>
    <w:rsid w:val="000D6629"/>
    <w:rsid w:val="000E48B0"/>
    <w:rsid w:val="000F0D73"/>
    <w:rsid w:val="000F2BDD"/>
    <w:rsid w:val="000F3B18"/>
    <w:rsid w:val="0010152F"/>
    <w:rsid w:val="001016F3"/>
    <w:rsid w:val="00120BEB"/>
    <w:rsid w:val="00121E79"/>
    <w:rsid w:val="001268C1"/>
    <w:rsid w:val="00135D0E"/>
    <w:rsid w:val="00140B71"/>
    <w:rsid w:val="00140C73"/>
    <w:rsid w:val="0014110E"/>
    <w:rsid w:val="001537C0"/>
    <w:rsid w:val="00154027"/>
    <w:rsid w:val="001545D0"/>
    <w:rsid w:val="00157887"/>
    <w:rsid w:val="00164C2F"/>
    <w:rsid w:val="00165CA1"/>
    <w:rsid w:val="00171E9F"/>
    <w:rsid w:val="001809F9"/>
    <w:rsid w:val="001932F5"/>
    <w:rsid w:val="001B4718"/>
    <w:rsid w:val="001B58AC"/>
    <w:rsid w:val="001C78C2"/>
    <w:rsid w:val="001D38C9"/>
    <w:rsid w:val="001E276E"/>
    <w:rsid w:val="001E4AF1"/>
    <w:rsid w:val="001E6D32"/>
    <w:rsid w:val="001F1423"/>
    <w:rsid w:val="001F1F04"/>
    <w:rsid w:val="001F2A6D"/>
    <w:rsid w:val="001F4E97"/>
    <w:rsid w:val="00201827"/>
    <w:rsid w:val="00202322"/>
    <w:rsid w:val="00202E0D"/>
    <w:rsid w:val="00202FFB"/>
    <w:rsid w:val="00214671"/>
    <w:rsid w:val="00235BDF"/>
    <w:rsid w:val="00240CA2"/>
    <w:rsid w:val="0024500C"/>
    <w:rsid w:val="00247404"/>
    <w:rsid w:val="00252EE6"/>
    <w:rsid w:val="00254ECC"/>
    <w:rsid w:val="002778B8"/>
    <w:rsid w:val="00285D56"/>
    <w:rsid w:val="00290A62"/>
    <w:rsid w:val="002952A9"/>
    <w:rsid w:val="002A33F1"/>
    <w:rsid w:val="002B096B"/>
    <w:rsid w:val="002B6386"/>
    <w:rsid w:val="002C107F"/>
    <w:rsid w:val="002C6EF4"/>
    <w:rsid w:val="002D6F7F"/>
    <w:rsid w:val="002D6FC1"/>
    <w:rsid w:val="002E4C3F"/>
    <w:rsid w:val="002E7816"/>
    <w:rsid w:val="002F04A7"/>
    <w:rsid w:val="002F745D"/>
    <w:rsid w:val="00303271"/>
    <w:rsid w:val="0030664F"/>
    <w:rsid w:val="00312C91"/>
    <w:rsid w:val="003225A3"/>
    <w:rsid w:val="00334FA6"/>
    <w:rsid w:val="00340E4A"/>
    <w:rsid w:val="00346683"/>
    <w:rsid w:val="00353188"/>
    <w:rsid w:val="00353F40"/>
    <w:rsid w:val="0035457E"/>
    <w:rsid w:val="00360A1E"/>
    <w:rsid w:val="00372992"/>
    <w:rsid w:val="003818EC"/>
    <w:rsid w:val="00383A54"/>
    <w:rsid w:val="0039552C"/>
    <w:rsid w:val="003B6724"/>
    <w:rsid w:val="003C217D"/>
    <w:rsid w:val="003C4A95"/>
    <w:rsid w:val="003C6BA4"/>
    <w:rsid w:val="003D55B8"/>
    <w:rsid w:val="003E3630"/>
    <w:rsid w:val="003E4C36"/>
    <w:rsid w:val="003E5AFE"/>
    <w:rsid w:val="004033DF"/>
    <w:rsid w:val="00403CEE"/>
    <w:rsid w:val="0040428C"/>
    <w:rsid w:val="00405C57"/>
    <w:rsid w:val="00411ED9"/>
    <w:rsid w:val="00412A16"/>
    <w:rsid w:val="004158C6"/>
    <w:rsid w:val="00441629"/>
    <w:rsid w:val="00450776"/>
    <w:rsid w:val="00461A8B"/>
    <w:rsid w:val="00482722"/>
    <w:rsid w:val="00497767"/>
    <w:rsid w:val="004A6E88"/>
    <w:rsid w:val="004A78F3"/>
    <w:rsid w:val="004B1448"/>
    <w:rsid w:val="004B35E8"/>
    <w:rsid w:val="004B4967"/>
    <w:rsid w:val="004B74DF"/>
    <w:rsid w:val="004E2E51"/>
    <w:rsid w:val="004F2081"/>
    <w:rsid w:val="004F7701"/>
    <w:rsid w:val="00502125"/>
    <w:rsid w:val="005050A8"/>
    <w:rsid w:val="00505BDE"/>
    <w:rsid w:val="005201E3"/>
    <w:rsid w:val="005235A2"/>
    <w:rsid w:val="00536433"/>
    <w:rsid w:val="005379D2"/>
    <w:rsid w:val="0054349C"/>
    <w:rsid w:val="005454A5"/>
    <w:rsid w:val="00550C88"/>
    <w:rsid w:val="00551780"/>
    <w:rsid w:val="00552FEB"/>
    <w:rsid w:val="0056399C"/>
    <w:rsid w:val="005674AD"/>
    <w:rsid w:val="005751B2"/>
    <w:rsid w:val="005B24A8"/>
    <w:rsid w:val="005B2CF7"/>
    <w:rsid w:val="005B4727"/>
    <w:rsid w:val="005B6255"/>
    <w:rsid w:val="005C0C8E"/>
    <w:rsid w:val="005D1328"/>
    <w:rsid w:val="005D545E"/>
    <w:rsid w:val="005D62D1"/>
    <w:rsid w:val="005E29E9"/>
    <w:rsid w:val="005E626D"/>
    <w:rsid w:val="005E6EF0"/>
    <w:rsid w:val="005F0C82"/>
    <w:rsid w:val="0061320D"/>
    <w:rsid w:val="00642552"/>
    <w:rsid w:val="006564A6"/>
    <w:rsid w:val="006609D5"/>
    <w:rsid w:val="0066537D"/>
    <w:rsid w:val="00685F35"/>
    <w:rsid w:val="00690787"/>
    <w:rsid w:val="00692E82"/>
    <w:rsid w:val="00693BC6"/>
    <w:rsid w:val="006965CC"/>
    <w:rsid w:val="006972D2"/>
    <w:rsid w:val="006A1BCE"/>
    <w:rsid w:val="006A6B30"/>
    <w:rsid w:val="006B01AC"/>
    <w:rsid w:val="007142A7"/>
    <w:rsid w:val="007217A9"/>
    <w:rsid w:val="00727DE8"/>
    <w:rsid w:val="00732F1C"/>
    <w:rsid w:val="00742A40"/>
    <w:rsid w:val="00750CF3"/>
    <w:rsid w:val="00752E3B"/>
    <w:rsid w:val="0075369C"/>
    <w:rsid w:val="007642B2"/>
    <w:rsid w:val="007C4FFA"/>
    <w:rsid w:val="007D1D81"/>
    <w:rsid w:val="007D20E8"/>
    <w:rsid w:val="007D3A1B"/>
    <w:rsid w:val="007D6856"/>
    <w:rsid w:val="007E12FC"/>
    <w:rsid w:val="007E1323"/>
    <w:rsid w:val="007E5778"/>
    <w:rsid w:val="007F13A2"/>
    <w:rsid w:val="00802B68"/>
    <w:rsid w:val="0081337C"/>
    <w:rsid w:val="0081693E"/>
    <w:rsid w:val="008253DF"/>
    <w:rsid w:val="00830BAA"/>
    <w:rsid w:val="00845477"/>
    <w:rsid w:val="00847F71"/>
    <w:rsid w:val="00856A13"/>
    <w:rsid w:val="00861AFC"/>
    <w:rsid w:val="008651FA"/>
    <w:rsid w:val="008752A8"/>
    <w:rsid w:val="008830E9"/>
    <w:rsid w:val="008939D6"/>
    <w:rsid w:val="008A149A"/>
    <w:rsid w:val="008A7EC3"/>
    <w:rsid w:val="008F2B44"/>
    <w:rsid w:val="008F2DEC"/>
    <w:rsid w:val="008F72BD"/>
    <w:rsid w:val="009017EF"/>
    <w:rsid w:val="00906D23"/>
    <w:rsid w:val="00921CA5"/>
    <w:rsid w:val="009269C7"/>
    <w:rsid w:val="00941AE3"/>
    <w:rsid w:val="00944EC0"/>
    <w:rsid w:val="0095710A"/>
    <w:rsid w:val="0095751F"/>
    <w:rsid w:val="00962798"/>
    <w:rsid w:val="00966118"/>
    <w:rsid w:val="00967136"/>
    <w:rsid w:val="00972106"/>
    <w:rsid w:val="0097629D"/>
    <w:rsid w:val="00982883"/>
    <w:rsid w:val="009829C3"/>
    <w:rsid w:val="009909D9"/>
    <w:rsid w:val="0099494E"/>
    <w:rsid w:val="0099591C"/>
    <w:rsid w:val="009A2F09"/>
    <w:rsid w:val="009A58DF"/>
    <w:rsid w:val="009B3FD2"/>
    <w:rsid w:val="009B6B4D"/>
    <w:rsid w:val="009C0A3D"/>
    <w:rsid w:val="009D5993"/>
    <w:rsid w:val="009D7DDD"/>
    <w:rsid w:val="009E3B5E"/>
    <w:rsid w:val="009E5107"/>
    <w:rsid w:val="009E5412"/>
    <w:rsid w:val="009E6F8E"/>
    <w:rsid w:val="009F22E6"/>
    <w:rsid w:val="009F277A"/>
    <w:rsid w:val="009F5C3E"/>
    <w:rsid w:val="00A00932"/>
    <w:rsid w:val="00A00DFD"/>
    <w:rsid w:val="00A0353F"/>
    <w:rsid w:val="00A054FC"/>
    <w:rsid w:val="00A07745"/>
    <w:rsid w:val="00A17172"/>
    <w:rsid w:val="00A23642"/>
    <w:rsid w:val="00A30FEA"/>
    <w:rsid w:val="00A35834"/>
    <w:rsid w:val="00A35B07"/>
    <w:rsid w:val="00A44DE1"/>
    <w:rsid w:val="00A46792"/>
    <w:rsid w:val="00A5516D"/>
    <w:rsid w:val="00A604A9"/>
    <w:rsid w:val="00A62F46"/>
    <w:rsid w:val="00A80DB5"/>
    <w:rsid w:val="00A831D8"/>
    <w:rsid w:val="00A833EB"/>
    <w:rsid w:val="00A945F3"/>
    <w:rsid w:val="00A9653B"/>
    <w:rsid w:val="00A9793F"/>
    <w:rsid w:val="00AB6271"/>
    <w:rsid w:val="00AC4B5B"/>
    <w:rsid w:val="00AD33EA"/>
    <w:rsid w:val="00AD645F"/>
    <w:rsid w:val="00AD65A4"/>
    <w:rsid w:val="00AD7F26"/>
    <w:rsid w:val="00AE054E"/>
    <w:rsid w:val="00AF73B8"/>
    <w:rsid w:val="00B11624"/>
    <w:rsid w:val="00B12159"/>
    <w:rsid w:val="00B1361A"/>
    <w:rsid w:val="00B176D7"/>
    <w:rsid w:val="00B244BC"/>
    <w:rsid w:val="00B40482"/>
    <w:rsid w:val="00B40E1D"/>
    <w:rsid w:val="00B51354"/>
    <w:rsid w:val="00B637FD"/>
    <w:rsid w:val="00B67757"/>
    <w:rsid w:val="00B73CAB"/>
    <w:rsid w:val="00B744BA"/>
    <w:rsid w:val="00B8480C"/>
    <w:rsid w:val="00B95314"/>
    <w:rsid w:val="00B95E11"/>
    <w:rsid w:val="00BA0B09"/>
    <w:rsid w:val="00BA7463"/>
    <w:rsid w:val="00BB0C78"/>
    <w:rsid w:val="00BB62EE"/>
    <w:rsid w:val="00BC44F3"/>
    <w:rsid w:val="00BD2679"/>
    <w:rsid w:val="00BF0752"/>
    <w:rsid w:val="00C01821"/>
    <w:rsid w:val="00C02A06"/>
    <w:rsid w:val="00C04223"/>
    <w:rsid w:val="00C1114E"/>
    <w:rsid w:val="00C116E4"/>
    <w:rsid w:val="00C13291"/>
    <w:rsid w:val="00C15070"/>
    <w:rsid w:val="00C164ED"/>
    <w:rsid w:val="00C17DFD"/>
    <w:rsid w:val="00C24631"/>
    <w:rsid w:val="00C24B77"/>
    <w:rsid w:val="00C26380"/>
    <w:rsid w:val="00C27961"/>
    <w:rsid w:val="00C4306C"/>
    <w:rsid w:val="00C57E43"/>
    <w:rsid w:val="00C602C2"/>
    <w:rsid w:val="00C62472"/>
    <w:rsid w:val="00C62FC3"/>
    <w:rsid w:val="00C67686"/>
    <w:rsid w:val="00C728E9"/>
    <w:rsid w:val="00C8094A"/>
    <w:rsid w:val="00C857AE"/>
    <w:rsid w:val="00CA1822"/>
    <w:rsid w:val="00CA4B15"/>
    <w:rsid w:val="00CB1902"/>
    <w:rsid w:val="00CC2FAC"/>
    <w:rsid w:val="00CC4C49"/>
    <w:rsid w:val="00CE28AB"/>
    <w:rsid w:val="00CE3D59"/>
    <w:rsid w:val="00CE6896"/>
    <w:rsid w:val="00CF7006"/>
    <w:rsid w:val="00D053CD"/>
    <w:rsid w:val="00D079D8"/>
    <w:rsid w:val="00D127BA"/>
    <w:rsid w:val="00D14C94"/>
    <w:rsid w:val="00D17A43"/>
    <w:rsid w:val="00D267A2"/>
    <w:rsid w:val="00D42DFB"/>
    <w:rsid w:val="00D63B68"/>
    <w:rsid w:val="00D6415D"/>
    <w:rsid w:val="00D641BC"/>
    <w:rsid w:val="00D77AE3"/>
    <w:rsid w:val="00D80DCC"/>
    <w:rsid w:val="00D8493C"/>
    <w:rsid w:val="00D95AFE"/>
    <w:rsid w:val="00D95B5C"/>
    <w:rsid w:val="00DA41AA"/>
    <w:rsid w:val="00DB03C5"/>
    <w:rsid w:val="00DB4980"/>
    <w:rsid w:val="00DC3216"/>
    <w:rsid w:val="00DC7359"/>
    <w:rsid w:val="00DD3086"/>
    <w:rsid w:val="00DD5244"/>
    <w:rsid w:val="00DF109E"/>
    <w:rsid w:val="00E061A8"/>
    <w:rsid w:val="00E06246"/>
    <w:rsid w:val="00E10F1A"/>
    <w:rsid w:val="00E16DD8"/>
    <w:rsid w:val="00E23A49"/>
    <w:rsid w:val="00E31337"/>
    <w:rsid w:val="00E323CA"/>
    <w:rsid w:val="00E32401"/>
    <w:rsid w:val="00E33A9B"/>
    <w:rsid w:val="00E41A07"/>
    <w:rsid w:val="00E422E3"/>
    <w:rsid w:val="00E53025"/>
    <w:rsid w:val="00E53FF7"/>
    <w:rsid w:val="00E541B7"/>
    <w:rsid w:val="00E60D0F"/>
    <w:rsid w:val="00E72334"/>
    <w:rsid w:val="00E83402"/>
    <w:rsid w:val="00E8412E"/>
    <w:rsid w:val="00E92942"/>
    <w:rsid w:val="00E9542D"/>
    <w:rsid w:val="00EA7C34"/>
    <w:rsid w:val="00EB2613"/>
    <w:rsid w:val="00EB43D3"/>
    <w:rsid w:val="00EC733B"/>
    <w:rsid w:val="00ED411D"/>
    <w:rsid w:val="00EE12D4"/>
    <w:rsid w:val="00EE3A6B"/>
    <w:rsid w:val="00EE7627"/>
    <w:rsid w:val="00EF1066"/>
    <w:rsid w:val="00EF4CE0"/>
    <w:rsid w:val="00F04B1F"/>
    <w:rsid w:val="00F04BDF"/>
    <w:rsid w:val="00F06753"/>
    <w:rsid w:val="00F07D85"/>
    <w:rsid w:val="00F158EF"/>
    <w:rsid w:val="00F17E31"/>
    <w:rsid w:val="00F217DD"/>
    <w:rsid w:val="00F22E69"/>
    <w:rsid w:val="00F365CC"/>
    <w:rsid w:val="00F567A2"/>
    <w:rsid w:val="00F665EF"/>
    <w:rsid w:val="00F66732"/>
    <w:rsid w:val="00F71D81"/>
    <w:rsid w:val="00F72E98"/>
    <w:rsid w:val="00F81043"/>
    <w:rsid w:val="00F8258F"/>
    <w:rsid w:val="00FA47B5"/>
    <w:rsid w:val="00FB6319"/>
    <w:rsid w:val="00FC2399"/>
    <w:rsid w:val="00FD0474"/>
    <w:rsid w:val="00FD48D8"/>
    <w:rsid w:val="00FE2440"/>
    <w:rsid w:val="00FE2850"/>
    <w:rsid w:val="00FE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4674D"/>
  <w15:chartTrackingRefBased/>
  <w15:docId w15:val="{88D087CF-D8B6-4183-9666-4BAB3177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1361A"/>
    <w:rPr>
      <w:rFonts w:ascii="Spectral" w:hAnsi="Spectral"/>
    </w:rPr>
  </w:style>
  <w:style w:type="paragraph" w:styleId="Pealkiri1">
    <w:name w:val="heading 1"/>
    <w:basedOn w:val="Normaallaad"/>
    <w:next w:val="Normaallaad"/>
    <w:link w:val="Pealkiri1Mrk"/>
    <w:uiPriority w:val="9"/>
    <w:qFormat/>
    <w:rsid w:val="00B1361A"/>
    <w:pPr>
      <w:keepNext/>
      <w:keepLines/>
      <w:spacing w:before="240"/>
      <w:outlineLvl w:val="0"/>
    </w:pPr>
    <w:rPr>
      <w:rFonts w:eastAsiaTheme="majorEastAsia" w:cstheme="majorBidi"/>
      <w:b/>
      <w:color w:val="2F5496" w:themeColor="accent1" w:themeShade="BF"/>
      <w:sz w:val="36"/>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1361A"/>
    <w:rPr>
      <w:rFonts w:ascii="Spectral" w:eastAsiaTheme="majorEastAsia" w:hAnsi="Spectral" w:cstheme="majorBidi"/>
      <w:b/>
      <w:color w:val="2F5496" w:themeColor="accent1" w:themeShade="BF"/>
      <w:sz w:val="36"/>
      <w:szCs w:val="32"/>
    </w:rPr>
  </w:style>
  <w:style w:type="paragraph" w:styleId="Pis">
    <w:name w:val="header"/>
    <w:basedOn w:val="Normaallaad"/>
    <w:link w:val="PisMrk"/>
    <w:uiPriority w:val="99"/>
    <w:unhideWhenUsed/>
    <w:rsid w:val="00482722"/>
    <w:pPr>
      <w:tabs>
        <w:tab w:val="center" w:pos="4680"/>
        <w:tab w:val="right" w:pos="9360"/>
      </w:tabs>
    </w:pPr>
  </w:style>
  <w:style w:type="character" w:customStyle="1" w:styleId="PisMrk">
    <w:name w:val="Päis Märk"/>
    <w:basedOn w:val="Liguvaikefont"/>
    <w:link w:val="Pis"/>
    <w:uiPriority w:val="99"/>
    <w:rsid w:val="00482722"/>
    <w:rPr>
      <w:rFonts w:ascii="Spectral" w:hAnsi="Spectral"/>
    </w:rPr>
  </w:style>
  <w:style w:type="paragraph" w:styleId="Jalus">
    <w:name w:val="footer"/>
    <w:basedOn w:val="Normaallaad"/>
    <w:link w:val="JalusMrk"/>
    <w:uiPriority w:val="99"/>
    <w:unhideWhenUsed/>
    <w:rsid w:val="00482722"/>
    <w:pPr>
      <w:tabs>
        <w:tab w:val="center" w:pos="4680"/>
        <w:tab w:val="right" w:pos="9360"/>
      </w:tabs>
    </w:pPr>
  </w:style>
  <w:style w:type="character" w:customStyle="1" w:styleId="JalusMrk">
    <w:name w:val="Jalus Märk"/>
    <w:basedOn w:val="Liguvaikefont"/>
    <w:link w:val="Jalus"/>
    <w:uiPriority w:val="99"/>
    <w:rsid w:val="00482722"/>
    <w:rPr>
      <w:rFonts w:ascii="Spectral" w:hAnsi="Spectral"/>
    </w:rPr>
  </w:style>
  <w:style w:type="character" w:styleId="Hperlink">
    <w:name w:val="Hyperlink"/>
    <w:basedOn w:val="Liguvaikefont"/>
    <w:uiPriority w:val="99"/>
    <w:unhideWhenUsed/>
    <w:rsid w:val="00962798"/>
    <w:rPr>
      <w:color w:val="0563C1" w:themeColor="hyperlink"/>
      <w:u w:val="single"/>
    </w:rPr>
  </w:style>
  <w:style w:type="paragraph" w:styleId="Jutumullitekst">
    <w:name w:val="Balloon Text"/>
    <w:basedOn w:val="Normaallaad"/>
    <w:link w:val="JutumullitekstMrk"/>
    <w:uiPriority w:val="99"/>
    <w:semiHidden/>
    <w:unhideWhenUsed/>
    <w:rsid w:val="00D14C9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14C94"/>
    <w:rPr>
      <w:rFonts w:ascii="Segoe UI" w:hAnsi="Segoe UI" w:cs="Segoe UI"/>
      <w:sz w:val="18"/>
      <w:szCs w:val="18"/>
    </w:rPr>
  </w:style>
  <w:style w:type="character" w:styleId="Lahendamatamainimine">
    <w:name w:val="Unresolved Mention"/>
    <w:basedOn w:val="Liguvaikefont"/>
    <w:uiPriority w:val="99"/>
    <w:semiHidden/>
    <w:unhideWhenUsed/>
    <w:rsid w:val="00295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ari.kataster.ee/magic-link/2f4c025b-1979-4074-9134-028ad9e82eb4" TargetMode="External"/><Relationship Id="rId18" Type="http://schemas.openxmlformats.org/officeDocument/2006/relationships/hyperlink" Target="https://pari.kataster.ee/magic-link/a03d5d9a-6d53-47bf-b4a2-860a9ee6fdf8"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pari.kataster.ee/magic-link/026dcdde-51db-4016-8a87-6a606bb8d02f" TargetMode="External"/><Relationship Id="rId17" Type="http://schemas.openxmlformats.org/officeDocument/2006/relationships/hyperlink" Target="https://pari.kataster.ee/magic-link/3b8034e3-a31c-4b8e-b84d-984d32d4df11" TargetMode="External"/><Relationship Id="rId2" Type="http://schemas.openxmlformats.org/officeDocument/2006/relationships/customXml" Target="../customXml/item2.xml"/><Relationship Id="rId16" Type="http://schemas.openxmlformats.org/officeDocument/2006/relationships/hyperlink" Target="https://pari.kataster.ee/magic-link/37a46f36-84a3-4b03-b3e0-5762ae6a506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ari.kataster.ee/magic-link/650c8506-09c6-4bf5-a2e7-9a68359fd02b"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ari.kataster.ee/magic-link/e969dfc4-42aa-4649-92ce-58cd0a446a6d" TargetMode="External"/><Relationship Id="rId23" Type="http://schemas.openxmlformats.org/officeDocument/2006/relationships/fontTable" Target="fontTable.xml"/><Relationship Id="rId10" Type="http://schemas.openxmlformats.org/officeDocument/2006/relationships/hyperlink" Target="https://pari.kataster.ee/magic-link/740608a8-e66f-4898-9f35-850081feb9d2"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pari.kataster.ee/magic-link/d18802e1-3936-4a8a-aca1-658c0a408369"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alutagusevald.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k\AppData\Local\Microsoft\Windows\INetCache\Content.Outlook\CLIG9EG8\Alutaguse_vald_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5bbfcf-0a9c-4de0-bc11-7d22f3eef145">
      <Terms xmlns="http://schemas.microsoft.com/office/infopath/2007/PartnerControls"/>
    </lcf76f155ced4ddcb4097134ff3c332f>
    <TaxCatchAll xmlns="55827275-de89-4ad9-be3f-9d5dbaf0f5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A9936A4B37BDB4B98002D4C1833B134" ma:contentTypeVersion="13" ma:contentTypeDescription="Loo uus dokument" ma:contentTypeScope="" ma:versionID="97235557065e4a65fdd87688442b5650">
  <xsd:schema xmlns:xsd="http://www.w3.org/2001/XMLSchema" xmlns:xs="http://www.w3.org/2001/XMLSchema" xmlns:p="http://schemas.microsoft.com/office/2006/metadata/properties" xmlns:ns2="255bbfcf-0a9c-4de0-bc11-7d22f3eef145" xmlns:ns3="55827275-de89-4ad9-be3f-9d5dbaf0f557" targetNamespace="http://schemas.microsoft.com/office/2006/metadata/properties" ma:root="true" ma:fieldsID="58b1b0b0c4b1f631956cd23a126f3ab9" ns2:_="" ns3:_="">
    <xsd:import namespace="255bbfcf-0a9c-4de0-bc11-7d22f3eef145"/>
    <xsd:import namespace="55827275-de89-4ad9-be3f-9d5dbaf0f5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5bbfcf-0a9c-4de0-bc11-7d22f3eef1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303beeea-3559-41b3-a12c-232a84f1ffb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827275-de89-4ad9-be3f-9d5dbaf0f5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f14adfc-69dd-4e70-bd61-3f3ed13a0829}" ma:internalName="TaxCatchAll" ma:showField="CatchAllData" ma:web="55827275-de89-4ad9-be3f-9d5dbaf0f5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69C8A9-3699-47EC-BF75-DC7CF0E9A61D}">
  <ds:schemaRefs>
    <ds:schemaRef ds:uri="http://schemas.microsoft.com/office/2006/metadata/properties"/>
    <ds:schemaRef ds:uri="http://schemas.microsoft.com/office/infopath/2007/PartnerControls"/>
    <ds:schemaRef ds:uri="255bbfcf-0a9c-4de0-bc11-7d22f3eef145"/>
    <ds:schemaRef ds:uri="55827275-de89-4ad9-be3f-9d5dbaf0f557"/>
  </ds:schemaRefs>
</ds:datastoreItem>
</file>

<file path=customXml/itemProps2.xml><?xml version="1.0" encoding="utf-8"?>
<ds:datastoreItem xmlns:ds="http://schemas.openxmlformats.org/officeDocument/2006/customXml" ds:itemID="{690CB4D1-9705-4DF8-A6E1-05636F55CEF5}">
  <ds:schemaRefs>
    <ds:schemaRef ds:uri="http://schemas.microsoft.com/sharepoint/v3/contenttype/forms"/>
  </ds:schemaRefs>
</ds:datastoreItem>
</file>

<file path=customXml/itemProps3.xml><?xml version="1.0" encoding="utf-8"?>
<ds:datastoreItem xmlns:ds="http://schemas.openxmlformats.org/officeDocument/2006/customXml" ds:itemID="{322F493F-77CD-4582-94DB-93BF26B96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5bbfcf-0a9c-4de0-bc11-7d22f3eef145"/>
    <ds:schemaRef ds:uri="55827275-de89-4ad9-be3f-9d5dbaf0f5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C72B0C-7B6B-4B85-85CE-D586BBC1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Alutaguse_vald_C.dotx</Template>
  <TotalTime>1</TotalTime>
  <Pages>2</Pages>
  <Words>849</Words>
  <Characters>4930</Characters>
  <Application>Microsoft Office Word</Application>
  <DocSecurity>0</DocSecurity>
  <Lines>41</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Kesküla</dc:creator>
  <cp:keywords/>
  <dc:description/>
  <cp:lastModifiedBy>Sirje Allikmaa</cp:lastModifiedBy>
  <cp:revision>3</cp:revision>
  <cp:lastPrinted>2022-03-23T13:29:00Z</cp:lastPrinted>
  <dcterms:created xsi:type="dcterms:W3CDTF">2025-03-20T14:28:00Z</dcterms:created>
  <dcterms:modified xsi:type="dcterms:W3CDTF">2025-03-20T14:28:00Z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0x0101004A9936A4B37BDB4B98002D4C1833B134</vt:lpwstr>
  </property>
  <property fmtid="{D5CDD505-2E9C-101B-9397-08002B2CF9AE}" pid="3" name="MediaServiceImageTags">
    <vt:lpwstr/>
  </property>
</Properties>
</file>